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5F3E6" w14:textId="77777777" w:rsidR="001C54A9" w:rsidRDefault="001C54A9"/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1"/>
        <w:gridCol w:w="6597"/>
      </w:tblGrid>
      <w:tr w:rsidR="001C54A9" w14:paraId="795678C5" w14:textId="77777777">
        <w:tblPrEx>
          <w:tblCellMar>
            <w:top w:w="0" w:type="dxa"/>
            <w:bottom w:w="0" w:type="dxa"/>
          </w:tblCellMar>
        </w:tblPrEx>
        <w:tc>
          <w:tcPr>
            <w:tcW w:w="33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AA907" w14:textId="77777777" w:rsidR="001C54A9" w:rsidRDefault="00EC1F9D">
            <w:pPr>
              <w:pStyle w:val="RedaliaNormal"/>
              <w:jc w:val="center"/>
            </w:pPr>
            <w:r>
              <w:rPr>
                <w:rFonts w:cs="Calibri"/>
                <w:noProof/>
              </w:rPr>
              <w:drawing>
                <wp:inline distT="0" distB="0" distL="0" distR="0" wp14:anchorId="0669256A" wp14:editId="0ACCF946">
                  <wp:extent cx="1771558" cy="838084"/>
                  <wp:effectExtent l="0" t="0" r="92" b="116"/>
                  <wp:docPr id="1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558" cy="838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34FBA" w14:textId="77777777" w:rsidR="001C54A9" w:rsidRDefault="00EC1F9D">
            <w:pPr>
              <w:pStyle w:val="RedaliaNormal"/>
              <w:jc w:val="center"/>
            </w:pPr>
            <w:r>
              <w:rPr>
                <w:rFonts w:cs="Calibri"/>
                <w:noProof/>
              </w:rPr>
              <w:drawing>
                <wp:inline distT="0" distB="0" distL="0" distR="0" wp14:anchorId="7483BAE2" wp14:editId="7CA562BD">
                  <wp:extent cx="3568683" cy="698400"/>
                  <wp:effectExtent l="0" t="0" r="0" b="6450"/>
                  <wp:docPr id="2" name="Image 1_vgfmzr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8683" cy="69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54A9" w14:paraId="204CF2FB" w14:textId="77777777">
        <w:tblPrEx>
          <w:tblCellMar>
            <w:top w:w="0" w:type="dxa"/>
            <w:bottom w:w="0" w:type="dxa"/>
          </w:tblCellMar>
        </w:tblPrEx>
        <w:tc>
          <w:tcPr>
            <w:tcW w:w="33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4147B" w14:textId="77777777" w:rsidR="001C54A9" w:rsidRDefault="001C54A9">
            <w:pPr>
              <w:pStyle w:val="RedaliaNormal"/>
              <w:jc w:val="center"/>
              <w:rPr>
                <w:rFonts w:cs="Calibri"/>
              </w:rPr>
            </w:pPr>
          </w:p>
        </w:tc>
        <w:tc>
          <w:tcPr>
            <w:tcW w:w="6597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27059" w14:textId="77777777" w:rsidR="001C54A9" w:rsidRDefault="001C54A9">
            <w:pPr>
              <w:pStyle w:val="RedaliaNormal"/>
              <w:jc w:val="center"/>
              <w:rPr>
                <w:rFonts w:cs="Calibri"/>
                <w:b/>
                <w:bCs/>
                <w:szCs w:val="18"/>
              </w:rPr>
            </w:pPr>
          </w:p>
        </w:tc>
      </w:tr>
      <w:tr w:rsidR="001C54A9" w14:paraId="00E13117" w14:textId="77777777">
        <w:tblPrEx>
          <w:tblCellMar>
            <w:top w:w="0" w:type="dxa"/>
            <w:bottom w:w="0" w:type="dxa"/>
          </w:tblCellMar>
        </w:tblPrEx>
        <w:tc>
          <w:tcPr>
            <w:tcW w:w="3381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24958" w14:textId="77777777" w:rsidR="001C54A9" w:rsidRDefault="00EC1F9D">
            <w:pPr>
              <w:pStyle w:val="RedaliaNormal"/>
              <w:spacing w:before="0"/>
              <w:jc w:val="center"/>
              <w:rPr>
                <w:rFonts w:cs="Calibri"/>
              </w:rPr>
            </w:pPr>
            <w:r>
              <w:rPr>
                <w:rFonts w:cs="Calibri"/>
              </w:rPr>
              <w:t>ACHATS CENTRAUX HOTELIERS, ALIMENTAIRES ET TECHNOLOGIQUES</w:t>
            </w:r>
          </w:p>
          <w:p w14:paraId="2F949DB8" w14:textId="77777777" w:rsidR="001C54A9" w:rsidRDefault="00EC1F9D">
            <w:pPr>
              <w:pStyle w:val="RedaliaNormal"/>
              <w:spacing w:before="0"/>
              <w:jc w:val="center"/>
              <w:rPr>
                <w:rFonts w:cs="Calibri"/>
              </w:rPr>
            </w:pPr>
            <w:r>
              <w:rPr>
                <w:rFonts w:cs="Calibri"/>
              </w:rPr>
              <w:t>Hôpital Bicêtre</w:t>
            </w:r>
          </w:p>
          <w:p w14:paraId="73737322" w14:textId="77777777" w:rsidR="001C54A9" w:rsidRDefault="00EC1F9D">
            <w:pPr>
              <w:pStyle w:val="RedaliaNormal"/>
              <w:spacing w:before="0"/>
              <w:jc w:val="center"/>
              <w:rPr>
                <w:rFonts w:cs="Calibri"/>
              </w:rPr>
            </w:pPr>
            <w:r>
              <w:rPr>
                <w:rFonts w:cs="Calibri"/>
              </w:rPr>
              <w:t>78, rue du Général Leclerc</w:t>
            </w:r>
          </w:p>
          <w:p w14:paraId="2F14D0A5" w14:textId="77777777" w:rsidR="001C54A9" w:rsidRDefault="00EC1F9D">
            <w:pPr>
              <w:pStyle w:val="RedaliaNormal"/>
              <w:spacing w:before="0"/>
              <w:jc w:val="center"/>
              <w:rPr>
                <w:rFonts w:cs="Calibri"/>
              </w:rPr>
            </w:pPr>
            <w:r>
              <w:rPr>
                <w:rFonts w:cs="Calibri"/>
              </w:rPr>
              <w:t>94270 Le Kremlin Bicêtre</w:t>
            </w:r>
          </w:p>
          <w:p w14:paraId="4C9515FE" w14:textId="77777777" w:rsidR="001C54A9" w:rsidRDefault="00EC1F9D">
            <w:pPr>
              <w:pStyle w:val="RedaliaNormal"/>
              <w:spacing w:before="0"/>
              <w:jc w:val="center"/>
              <w:rPr>
                <w:rFonts w:cs="Calibri"/>
              </w:rPr>
            </w:pPr>
            <w:r>
              <w:rPr>
                <w:rFonts w:cs="Calibri"/>
              </w:rPr>
              <w:t>Tél : 01 53 14 69 00</w:t>
            </w:r>
          </w:p>
          <w:p w14:paraId="0E799921" w14:textId="77777777" w:rsidR="001C54A9" w:rsidRDefault="00EC1F9D">
            <w:pPr>
              <w:pStyle w:val="RedaliaNormal"/>
              <w:spacing w:before="0"/>
              <w:jc w:val="center"/>
              <w:rPr>
                <w:rFonts w:cs="Calibri"/>
              </w:rPr>
            </w:pPr>
            <w:r>
              <w:rPr>
                <w:rFonts w:cs="Calibri"/>
              </w:rPr>
              <w:t>Fax : 01 53 14 69 99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43105" w14:textId="77777777" w:rsidR="001C54A9" w:rsidRDefault="00EC1F9D">
            <w:pPr>
              <w:pStyle w:val="RedaliaNormal"/>
              <w:jc w:val="center"/>
              <w:rPr>
                <w:rFonts w:cs="Calibri"/>
                <w:b/>
                <w:bCs/>
                <w:sz w:val="40"/>
                <w:szCs w:val="40"/>
              </w:rPr>
            </w:pPr>
            <w:r>
              <w:rPr>
                <w:rFonts w:cs="Calibri"/>
                <w:b/>
                <w:bCs/>
                <w:sz w:val="40"/>
                <w:szCs w:val="40"/>
              </w:rPr>
              <w:t>ACTE D’ENGAGEMENT</w:t>
            </w:r>
          </w:p>
          <w:p w14:paraId="58098932" w14:textId="77777777" w:rsidR="001C54A9" w:rsidRDefault="00EC1F9D">
            <w:pPr>
              <w:pStyle w:val="RedaliaNormal"/>
              <w:jc w:val="center"/>
              <w:rPr>
                <w:rFonts w:cs="Calibri"/>
                <w:b/>
                <w:bCs/>
                <w:sz w:val="40"/>
                <w:szCs w:val="40"/>
              </w:rPr>
            </w:pPr>
            <w:r>
              <w:rPr>
                <w:rFonts w:cs="Calibri"/>
                <w:b/>
                <w:bCs/>
                <w:sz w:val="40"/>
                <w:szCs w:val="40"/>
              </w:rPr>
              <w:t>Consultation n°25-062</w:t>
            </w:r>
          </w:p>
        </w:tc>
      </w:tr>
    </w:tbl>
    <w:p w14:paraId="5A24DE60" w14:textId="77777777" w:rsidR="001C54A9" w:rsidRDefault="001C54A9">
      <w:pPr>
        <w:pStyle w:val="RedaliaNormal"/>
      </w:pPr>
    </w:p>
    <w:p w14:paraId="5373EA5B" w14:textId="77777777" w:rsidR="001C54A9" w:rsidRDefault="001C54A9">
      <w:pPr>
        <w:pStyle w:val="RedaliaNormal"/>
      </w:pPr>
    </w:p>
    <w:p w14:paraId="20F2966D" w14:textId="77777777" w:rsidR="001C54A9" w:rsidRDefault="00EC1F9D">
      <w:pPr>
        <w:pStyle w:val="Redaliaencadre"/>
        <w:numPr>
          <w:ilvl w:val="0"/>
          <w:numId w:val="34"/>
        </w:numPr>
        <w:ind w:left="0" w:firstLine="0"/>
      </w:pPr>
      <w:r>
        <w:t xml:space="preserve">partie </w:t>
      </w:r>
      <w:r>
        <w:t>reservee a l’administration</w:t>
      </w:r>
    </w:p>
    <w:p w14:paraId="1581A69F" w14:textId="77777777" w:rsidR="001C54A9" w:rsidRDefault="001C54A9">
      <w:pPr>
        <w:pStyle w:val="RedaliaNormal"/>
      </w:pPr>
    </w:p>
    <w:p w14:paraId="29E1DF21" w14:textId="77777777" w:rsidR="001C54A9" w:rsidRDefault="00EC1F9D">
      <w:pPr>
        <w:pStyle w:val="RedaliaNormal"/>
      </w:pPr>
      <w:r>
        <w:rPr>
          <w:u w:val="single"/>
        </w:rPr>
        <w:t>Procédure</w:t>
      </w:r>
      <w:r>
        <w:t> : Appel d'offres ouvert issu de la consultation n°25-062</w:t>
      </w:r>
    </w:p>
    <w:p w14:paraId="5939C5C3" w14:textId="77777777" w:rsidR="001C54A9" w:rsidRDefault="001C54A9">
      <w:pPr>
        <w:pStyle w:val="RedaliaNormal"/>
      </w:pPr>
    </w:p>
    <w:p w14:paraId="18649C57" w14:textId="77777777" w:rsidR="001C54A9" w:rsidRDefault="00EC1F9D">
      <w:pPr>
        <w:pStyle w:val="RedaliaNormal"/>
      </w:pPr>
      <w:r>
        <w:rPr>
          <w:u w:val="single"/>
        </w:rPr>
        <w:t>Objet</w:t>
      </w:r>
      <w:r>
        <w:t xml:space="preserve"> : Prestations d'enlèvement, de transport et de traitement des Déchets d’Activités Économiques non dangereux, dont les Déchets Ménagers et Assimilés, prod</w:t>
      </w:r>
      <w:r>
        <w:t>uits par les hôpitaux de l'Assistance Publique - Hôpitaux de Paris</w:t>
      </w:r>
    </w:p>
    <w:p w14:paraId="66CE688E" w14:textId="77777777" w:rsidR="001C54A9" w:rsidRDefault="001C54A9">
      <w:pPr>
        <w:pStyle w:val="RedaliaNormal"/>
        <w:rPr>
          <w:u w:val="single"/>
        </w:rPr>
      </w:pPr>
    </w:p>
    <w:p w14:paraId="178DFD35" w14:textId="77777777" w:rsidR="001C54A9" w:rsidRDefault="00EC1F9D">
      <w:pPr>
        <w:pStyle w:val="RedaliaNormal"/>
      </w:pPr>
      <w:r>
        <w:rPr>
          <w:u w:val="single"/>
        </w:rPr>
        <w:t>Client</w:t>
      </w:r>
      <w:r>
        <w:t xml:space="preserve"> : Groupes hospitalo-universitaires et l’AGEPS</w:t>
      </w:r>
    </w:p>
    <w:p w14:paraId="3D37AA21" w14:textId="77777777" w:rsidR="001C54A9" w:rsidRDefault="001C54A9">
      <w:pPr>
        <w:pStyle w:val="RedaliaNormal"/>
      </w:pPr>
    </w:p>
    <w:p w14:paraId="1B867F98" w14:textId="77777777" w:rsidR="001C54A9" w:rsidRDefault="00EC1F9D">
      <w:pPr>
        <w:pStyle w:val="RedaliaNormal"/>
      </w:pPr>
      <w:r>
        <w:rPr>
          <w:u w:val="single"/>
        </w:rPr>
        <w:t>Identification du lot attribué</w:t>
      </w:r>
      <w:r>
        <w:t xml:space="preserve"> : </w:t>
      </w:r>
    </w:p>
    <w:p w14:paraId="11D9A843" w14:textId="77777777" w:rsidR="001C54A9" w:rsidRDefault="00EC1F9D">
      <w:pPr>
        <w:jc w:val="both"/>
        <w:textAlignment w:val="auto"/>
      </w:pPr>
      <w:r>
        <w:rPr>
          <w:b/>
          <w:bCs/>
        </w:rPr>
        <w:t>04 – Enlèvement, transport et traitement des Déchets d’Activités Économiques (DAE) non dangereux, do</w:t>
      </w:r>
      <w:r>
        <w:rPr>
          <w:b/>
          <w:bCs/>
        </w:rPr>
        <w:t xml:space="preserve">nt les Déchets Ménagers et Assimilés (DMA), pour le GHU </w:t>
      </w:r>
      <w:proofErr w:type="spellStart"/>
      <w:r>
        <w:rPr>
          <w:b/>
          <w:bCs/>
        </w:rPr>
        <w:t>APHP.Centre-Université</w:t>
      </w:r>
      <w:proofErr w:type="spellEnd"/>
      <w:r>
        <w:rPr>
          <w:b/>
          <w:bCs/>
        </w:rPr>
        <w:t xml:space="preserve"> de Paris Cité et l’Agence générale des équipements et produits de santé</w:t>
      </w:r>
    </w:p>
    <w:p w14:paraId="6618D519" w14:textId="77777777" w:rsidR="001C54A9" w:rsidRDefault="001C54A9">
      <w:pPr>
        <w:pStyle w:val="RedaliaNormal"/>
        <w:rPr>
          <w:u w:val="single"/>
        </w:rPr>
      </w:pPr>
    </w:p>
    <w:p w14:paraId="61B41A37" w14:textId="77777777" w:rsidR="001C54A9" w:rsidRDefault="00EC1F9D">
      <w:pPr>
        <w:pStyle w:val="RedaliaNormal"/>
      </w:pPr>
      <w:r>
        <w:rPr>
          <w:u w:val="single"/>
        </w:rPr>
        <w:t>Code Fournisseur</w:t>
      </w:r>
      <w:r>
        <w:t xml:space="preserve"> :</w:t>
      </w:r>
    </w:p>
    <w:p w14:paraId="555E8CAA" w14:textId="77777777" w:rsidR="001C54A9" w:rsidRDefault="001C54A9">
      <w:pPr>
        <w:pStyle w:val="RedaliaNormal"/>
      </w:pPr>
    </w:p>
    <w:p w14:paraId="27474A0C" w14:textId="77777777" w:rsidR="001C54A9" w:rsidRDefault="00EC1F9D">
      <w:pPr>
        <w:pStyle w:val="RedaliaNormal"/>
      </w:pPr>
      <w:r>
        <w:rPr>
          <w:u w:val="single"/>
        </w:rPr>
        <w:t>Marché n°2026ACHC2630__</w:t>
      </w:r>
      <w:proofErr w:type="gramStart"/>
      <w:r>
        <w:rPr>
          <w:u w:val="single"/>
        </w:rPr>
        <w:t>_</w:t>
      </w:r>
      <w:r>
        <w:t>:</w:t>
      </w:r>
      <w:proofErr w:type="gramEnd"/>
      <w:r>
        <w:t xml:space="preserve"> Accord-Cadre à prix unitaires, passé en </w:t>
      </w:r>
      <w:r>
        <w:t>application des articles R. 2113-4 à R. 2113-6, R. 2162-2 à R. 2162-6 et R. 2162-13 à R. 2162-14 du Code de la commande publique</w:t>
      </w:r>
    </w:p>
    <w:p w14:paraId="74F08499" w14:textId="77777777" w:rsidR="001C54A9" w:rsidRDefault="001C54A9">
      <w:pPr>
        <w:pStyle w:val="RedaliaNormal"/>
      </w:pPr>
    </w:p>
    <w:p w14:paraId="4A1BE468" w14:textId="77777777" w:rsidR="001C54A9" w:rsidRDefault="00EC1F9D">
      <w:pPr>
        <w:pStyle w:val="RedaliaNormal"/>
      </w:pPr>
      <w:r>
        <w:rPr>
          <w:u w:val="single"/>
        </w:rPr>
        <w:t>Signataire du marché</w:t>
      </w:r>
      <w:r>
        <w:t xml:space="preserve"> : Directrice d’ACHAT, ayant reçu délégation de signature du directeur général, par arrêté directorial n° </w:t>
      </w:r>
      <w:r>
        <w:t>75-2022-07-08-00005 du 08 Juillet 2022.</w:t>
      </w:r>
    </w:p>
    <w:p w14:paraId="2B164951" w14:textId="77777777" w:rsidR="001C54A9" w:rsidRDefault="001C54A9">
      <w:pPr>
        <w:pStyle w:val="RedaliaNormal"/>
      </w:pPr>
    </w:p>
    <w:p w14:paraId="1107729C" w14:textId="77777777" w:rsidR="001C54A9" w:rsidRDefault="00EC1F9D">
      <w:pPr>
        <w:pStyle w:val="RedaliaNormal"/>
      </w:pPr>
      <w:r>
        <w:rPr>
          <w:u w:val="single"/>
        </w:rPr>
        <w:t>Notifié le</w:t>
      </w:r>
      <w:r>
        <w:t xml:space="preserve"> : _____________________</w:t>
      </w:r>
    </w:p>
    <w:p w14:paraId="65C47767" w14:textId="77777777" w:rsidR="001C54A9" w:rsidRDefault="001C54A9">
      <w:pPr>
        <w:pStyle w:val="RedaliaNormal"/>
        <w:pageBreakBefore/>
      </w:pPr>
    </w:p>
    <w:p w14:paraId="3D25951E" w14:textId="77777777" w:rsidR="001C54A9" w:rsidRDefault="00EC1F9D">
      <w:pPr>
        <w:pStyle w:val="Redaliaencadre"/>
      </w:pPr>
      <w:r>
        <w:t>Partie réservée au prestataire</w:t>
      </w:r>
    </w:p>
    <w:p w14:paraId="65D66C8C" w14:textId="77777777" w:rsidR="001C54A9" w:rsidRDefault="001C54A9">
      <w:pPr>
        <w:pStyle w:val="RedaliaNormal"/>
      </w:pPr>
    </w:p>
    <w:tbl>
      <w:tblPr>
        <w:tblW w:w="91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38"/>
        <w:gridCol w:w="1843"/>
      </w:tblGrid>
      <w:tr w:rsidR="001C54A9" w14:paraId="118A9391" w14:textId="77777777">
        <w:tblPrEx>
          <w:tblCellMar>
            <w:top w:w="0" w:type="dxa"/>
            <w:bottom w:w="0" w:type="dxa"/>
          </w:tblCellMar>
        </w:tblPrEx>
        <w:tc>
          <w:tcPr>
            <w:tcW w:w="7338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F3017" w14:textId="77777777" w:rsidR="001C54A9" w:rsidRDefault="00EC1F9D">
            <w:pPr>
              <w:pStyle w:val="RedaliaNormal"/>
              <w:spacing w:before="0" w:line="276" w:lineRule="auto"/>
              <w:rPr>
                <w:rFonts w:cs="Calibri"/>
              </w:rPr>
            </w:pPr>
            <w:r>
              <w:rPr>
                <w:rFonts w:cs="Calibri"/>
              </w:rPr>
              <w:t xml:space="preserve">Je </w:t>
            </w:r>
            <w:proofErr w:type="gramStart"/>
            <w:r>
              <w:rPr>
                <w:rFonts w:cs="Calibri"/>
              </w:rPr>
              <w:t xml:space="preserve">soussigné,   </w:t>
            </w:r>
            <w:proofErr w:type="gramEnd"/>
            <w:r>
              <w:rPr>
                <w:rFonts w:cs="Calibri"/>
              </w:rPr>
              <w:t xml:space="preserve">                                                        Fonction :</w:t>
            </w:r>
          </w:p>
          <w:p w14:paraId="57B4DE83" w14:textId="77777777" w:rsidR="001C54A9" w:rsidRDefault="00EC1F9D">
            <w:pPr>
              <w:pStyle w:val="RedaliaNormal"/>
              <w:spacing w:before="0" w:line="276" w:lineRule="auto"/>
              <w:rPr>
                <w:rFonts w:cs="Calibri"/>
              </w:rPr>
            </w:pPr>
            <w:r>
              <w:rPr>
                <w:rFonts w:cs="Calibri"/>
              </w:rPr>
              <w:t>Société :</w:t>
            </w:r>
          </w:p>
          <w:p w14:paraId="50C920AE" w14:textId="77777777" w:rsidR="001C54A9" w:rsidRDefault="00EC1F9D">
            <w:pPr>
              <w:pStyle w:val="RedaliaNormal"/>
              <w:spacing w:before="0" w:line="276" w:lineRule="auto"/>
              <w:rPr>
                <w:rFonts w:cs="Calibri"/>
              </w:rPr>
            </w:pPr>
            <w:r>
              <w:rPr>
                <w:rFonts w:cs="Calibri"/>
              </w:rPr>
              <w:t>Dont le siège est :</w:t>
            </w:r>
          </w:p>
          <w:p w14:paraId="4EF78BED" w14:textId="77777777" w:rsidR="001C54A9" w:rsidRDefault="001C54A9">
            <w:pPr>
              <w:pStyle w:val="RedaliaNormal"/>
              <w:spacing w:before="0" w:line="276" w:lineRule="auto"/>
              <w:rPr>
                <w:rFonts w:cs="Calibri"/>
              </w:rPr>
            </w:pPr>
          </w:p>
          <w:p w14:paraId="09BFDF57" w14:textId="77777777" w:rsidR="001C54A9" w:rsidRDefault="00EC1F9D">
            <w:pPr>
              <w:pStyle w:val="RedaliaNormal"/>
              <w:spacing w:before="0" w:line="276" w:lineRule="auto"/>
              <w:rPr>
                <w:rFonts w:cs="Calibri"/>
              </w:rPr>
            </w:pPr>
            <w:r>
              <w:rPr>
                <w:rFonts w:cs="Calibri"/>
              </w:rPr>
              <w:t>Numéro de téléphone :</w:t>
            </w:r>
          </w:p>
          <w:p w14:paraId="20E7B0B9" w14:textId="77777777" w:rsidR="001C54A9" w:rsidRDefault="00EC1F9D">
            <w:pPr>
              <w:pStyle w:val="RedaliaNormal"/>
              <w:spacing w:before="0" w:line="276" w:lineRule="auto"/>
              <w:rPr>
                <w:rFonts w:cs="Calibri"/>
              </w:rPr>
            </w:pPr>
            <w:r>
              <w:rPr>
                <w:rFonts w:cs="Calibri"/>
              </w:rPr>
              <w:t>Numéro de télécopie :</w:t>
            </w:r>
          </w:p>
          <w:p w14:paraId="737371CF" w14:textId="77777777" w:rsidR="001C54A9" w:rsidRDefault="00EC1F9D">
            <w:pPr>
              <w:pStyle w:val="RedaliaNormal"/>
              <w:spacing w:before="0" w:line="276" w:lineRule="auto"/>
              <w:rPr>
                <w:rFonts w:cs="Calibri"/>
              </w:rPr>
            </w:pPr>
            <w:r>
              <w:rPr>
                <w:rFonts w:cs="Calibri"/>
              </w:rPr>
              <w:t>Email :</w:t>
            </w:r>
          </w:p>
          <w:p w14:paraId="2EE212C7" w14:textId="77777777" w:rsidR="001C54A9" w:rsidRDefault="00EC1F9D">
            <w:pPr>
              <w:pStyle w:val="RedaliaNormal"/>
              <w:spacing w:before="0" w:line="276" w:lineRule="auto"/>
              <w:rPr>
                <w:rFonts w:cs="Calibri"/>
              </w:rPr>
            </w:pPr>
            <w:r>
              <w:rPr>
                <w:rFonts w:cs="Calibri"/>
              </w:rPr>
              <w:t>Adresse internet :</w:t>
            </w:r>
          </w:p>
          <w:p w14:paraId="31F72A72" w14:textId="77777777" w:rsidR="001C54A9" w:rsidRDefault="00EC1F9D">
            <w:pPr>
              <w:pStyle w:val="RedaliaNormal"/>
              <w:spacing w:before="0" w:line="276" w:lineRule="auto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Immatriculée:</w:t>
            </w:r>
            <w:proofErr w:type="gramEnd"/>
            <w:r>
              <w:rPr>
                <w:rFonts w:cs="Calibri"/>
              </w:rPr>
              <w:t xml:space="preserve">             - SIRET sous le n° :</w:t>
            </w:r>
          </w:p>
          <w:p w14:paraId="72241C32" w14:textId="77777777" w:rsidR="001C54A9" w:rsidRDefault="00EC1F9D">
            <w:pPr>
              <w:pStyle w:val="RedaliaNormal"/>
              <w:spacing w:before="0" w:line="276" w:lineRule="auto"/>
              <w:rPr>
                <w:rFonts w:cs="Calibri"/>
              </w:rPr>
            </w:pPr>
            <w:r>
              <w:rPr>
                <w:rFonts w:cs="Calibri"/>
              </w:rPr>
              <w:t xml:space="preserve">                                      - au registre du commerce sous le n° :</w:t>
            </w:r>
          </w:p>
          <w:p w14:paraId="6E5AA0A0" w14:textId="77777777" w:rsidR="001C54A9" w:rsidRDefault="00EC1F9D">
            <w:pPr>
              <w:pStyle w:val="RedaliaNormal"/>
              <w:spacing w:before="0" w:line="276" w:lineRule="auto"/>
              <w:rPr>
                <w:rFonts w:cs="Calibri"/>
              </w:rPr>
            </w:pPr>
            <w:r>
              <w:rPr>
                <w:rFonts w:cs="Calibri"/>
              </w:rPr>
              <w:t xml:space="preserve">                                      - code d’activité économique APE :</w:t>
            </w:r>
          </w:p>
          <w:p w14:paraId="25D0FAB6" w14:textId="77777777" w:rsidR="001C54A9" w:rsidRDefault="00EC1F9D">
            <w:pPr>
              <w:pStyle w:val="RedaliaNormal"/>
              <w:spacing w:before="0" w:line="276" w:lineRule="auto"/>
            </w:pPr>
            <w:r>
              <w:rPr>
                <w:rFonts w:cs="Calibri"/>
              </w:rPr>
              <w:t xml:space="preserve">          </w:t>
            </w:r>
            <w:r>
              <w:rPr>
                <w:rFonts w:cs="Calibri"/>
              </w:rPr>
              <w:t xml:space="preserve">                            - PME ou TPE :                        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     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OUI</w:t>
            </w: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ED0D6" w14:textId="77777777" w:rsidR="001C54A9" w:rsidRDefault="00EC1F9D">
            <w:pPr>
              <w:pStyle w:val="RedaliaNormal"/>
              <w:spacing w:before="0"/>
              <w:jc w:val="center"/>
              <w:rPr>
                <w:rFonts w:cs="Calibri"/>
                <w:i/>
                <w:iCs/>
              </w:rPr>
            </w:pPr>
            <w:r>
              <w:rPr>
                <w:rFonts w:cs="Calibri"/>
                <w:i/>
                <w:iCs/>
              </w:rPr>
              <w:t>A dupliquer pour chaque membre du groupement</w:t>
            </w:r>
          </w:p>
          <w:p w14:paraId="680E8ED6" w14:textId="77777777" w:rsidR="001C54A9" w:rsidRDefault="001C54A9">
            <w:pPr>
              <w:pStyle w:val="RedaliaNormal"/>
              <w:spacing w:before="0"/>
              <w:jc w:val="center"/>
              <w:rPr>
                <w:rFonts w:cs="Calibri"/>
                <w:i/>
                <w:iCs/>
              </w:rPr>
            </w:pPr>
          </w:p>
        </w:tc>
      </w:tr>
    </w:tbl>
    <w:p w14:paraId="0C4BE3C4" w14:textId="77777777" w:rsidR="001C54A9" w:rsidRDefault="001C54A9">
      <w:pPr>
        <w:pStyle w:val="RedaliaNormal"/>
        <w:spacing w:before="0"/>
      </w:pPr>
    </w:p>
    <w:tbl>
      <w:tblPr>
        <w:tblW w:w="60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9"/>
        <w:gridCol w:w="397"/>
      </w:tblGrid>
      <w:tr w:rsidR="001C54A9" w14:paraId="0E7BE72D" w14:textId="77777777">
        <w:tblPrEx>
          <w:tblCellMar>
            <w:top w:w="0" w:type="dxa"/>
            <w:bottom w:w="0" w:type="dxa"/>
          </w:tblCellMar>
        </w:tblPrEx>
        <w:tc>
          <w:tcPr>
            <w:tcW w:w="56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D919F" w14:textId="77777777" w:rsidR="001C54A9" w:rsidRDefault="00EC1F9D">
            <w:pPr>
              <w:pStyle w:val="RedaliaNormal"/>
              <w:spacing w:before="0"/>
              <w:rPr>
                <w:rFonts w:cs="Calibri"/>
              </w:rPr>
            </w:pPr>
            <w:r>
              <w:rPr>
                <w:rFonts w:cs="Calibri"/>
              </w:rPr>
              <w:t>Agissant pour mon propre compte</w:t>
            </w:r>
          </w:p>
          <w:p w14:paraId="44785C2D" w14:textId="77777777" w:rsidR="001C54A9" w:rsidRDefault="001C54A9">
            <w:pPr>
              <w:pStyle w:val="RedaliaNormal"/>
              <w:spacing w:before="0"/>
              <w:rPr>
                <w:rFonts w:cs="Calibri"/>
              </w:rPr>
            </w:pPr>
          </w:p>
          <w:p w14:paraId="5874F4E6" w14:textId="77777777" w:rsidR="001C54A9" w:rsidRDefault="00EC1F9D">
            <w:pPr>
              <w:pStyle w:val="RedaliaNormal"/>
              <w:spacing w:before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ou</w:t>
            </w:r>
            <w:proofErr w:type="gramEnd"/>
            <w:r>
              <w:rPr>
                <w:rFonts w:cs="Calibri"/>
              </w:rPr>
              <w:t xml:space="preserve"> pour le compte du</w:t>
            </w:r>
          </w:p>
          <w:p w14:paraId="19E4117F" w14:textId="77777777" w:rsidR="001C54A9" w:rsidRDefault="001C54A9">
            <w:pPr>
              <w:pStyle w:val="RedaliaNormal"/>
              <w:spacing w:before="0"/>
            </w:pPr>
          </w:p>
        </w:tc>
        <w:tc>
          <w:tcPr>
            <w:tcW w:w="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FE4DD" w14:textId="77777777" w:rsidR="001C54A9" w:rsidRDefault="00EC1F9D">
            <w:pPr>
              <w:pStyle w:val="RedaliaNormal"/>
              <w:spacing w:before="0"/>
              <w:jc w:val="center"/>
            </w:pPr>
            <w:r>
              <w:rPr>
                <w:rFonts w:ascii="MS Gothic" w:eastAsia="MS Gothic" w:hAnsi="MS Gothic"/>
              </w:rPr>
              <w:t>☐</w:t>
            </w:r>
          </w:p>
        </w:tc>
      </w:tr>
      <w:tr w:rsidR="001C54A9" w14:paraId="3B0E516D" w14:textId="77777777">
        <w:tblPrEx>
          <w:tblCellMar>
            <w:top w:w="0" w:type="dxa"/>
            <w:bottom w:w="0" w:type="dxa"/>
          </w:tblCellMar>
        </w:tblPrEx>
        <w:tc>
          <w:tcPr>
            <w:tcW w:w="56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06A9C" w14:textId="77777777" w:rsidR="001C54A9" w:rsidRDefault="00EC1F9D">
            <w:pPr>
              <w:pStyle w:val="RedaliaNormal"/>
              <w:spacing w:before="0"/>
            </w:pPr>
            <w:r>
              <w:rPr>
                <w:rFonts w:cs="Calibri"/>
                <w:iCs/>
              </w:rPr>
              <w:t>Groupement solidaire* :</w:t>
            </w:r>
          </w:p>
        </w:tc>
        <w:tc>
          <w:tcPr>
            <w:tcW w:w="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6C488" w14:textId="77777777" w:rsidR="001C54A9" w:rsidRDefault="00EC1F9D">
            <w:pPr>
              <w:pStyle w:val="RedaliaNormal"/>
              <w:spacing w:before="0"/>
              <w:jc w:val="center"/>
            </w:pPr>
            <w:r>
              <w:rPr>
                <w:rFonts w:ascii="MS Gothic" w:eastAsia="MS Gothic" w:hAnsi="MS Gothic"/>
              </w:rPr>
              <w:t>☐</w:t>
            </w:r>
          </w:p>
        </w:tc>
      </w:tr>
      <w:tr w:rsidR="001C54A9" w14:paraId="48A6EF21" w14:textId="77777777">
        <w:tblPrEx>
          <w:tblCellMar>
            <w:top w:w="0" w:type="dxa"/>
            <w:bottom w:w="0" w:type="dxa"/>
          </w:tblCellMar>
        </w:tblPrEx>
        <w:tc>
          <w:tcPr>
            <w:tcW w:w="56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68908" w14:textId="77777777" w:rsidR="001C54A9" w:rsidRDefault="00EC1F9D">
            <w:pPr>
              <w:pStyle w:val="RedaliaNormal"/>
              <w:spacing w:before="0"/>
            </w:pPr>
            <w:r>
              <w:rPr>
                <w:rFonts w:cs="Calibri"/>
                <w:iCs/>
              </w:rPr>
              <w:t>Groupement conjoint* :</w:t>
            </w:r>
          </w:p>
        </w:tc>
        <w:tc>
          <w:tcPr>
            <w:tcW w:w="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3C7DB" w14:textId="77777777" w:rsidR="001C54A9" w:rsidRDefault="00EC1F9D">
            <w:pPr>
              <w:pStyle w:val="RedaliaNormal"/>
              <w:spacing w:before="0"/>
              <w:jc w:val="center"/>
            </w:pPr>
            <w:r>
              <w:rPr>
                <w:rFonts w:ascii="MS Gothic" w:eastAsia="MS Gothic" w:hAnsi="MS Gothic"/>
              </w:rPr>
              <w:t>☐</w:t>
            </w:r>
          </w:p>
        </w:tc>
      </w:tr>
      <w:tr w:rsidR="001C54A9" w14:paraId="501757EC" w14:textId="77777777">
        <w:tblPrEx>
          <w:tblCellMar>
            <w:top w:w="0" w:type="dxa"/>
            <w:bottom w:w="0" w:type="dxa"/>
          </w:tblCellMar>
        </w:tblPrEx>
        <w:tc>
          <w:tcPr>
            <w:tcW w:w="56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0A545" w14:textId="77777777" w:rsidR="001C54A9" w:rsidRDefault="00EC1F9D">
            <w:pPr>
              <w:pStyle w:val="RedaliaNormal"/>
              <w:spacing w:before="0"/>
            </w:pPr>
            <w:r>
              <w:rPr>
                <w:rFonts w:cs="Calibri"/>
                <w:iCs/>
              </w:rPr>
              <w:t>Groupement conjoint avec mandataire solidaire</w:t>
            </w:r>
          </w:p>
        </w:tc>
        <w:tc>
          <w:tcPr>
            <w:tcW w:w="3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13191" w14:textId="77777777" w:rsidR="001C54A9" w:rsidRDefault="00EC1F9D">
            <w:pPr>
              <w:pStyle w:val="RedaliaNormal"/>
              <w:spacing w:before="0"/>
              <w:jc w:val="center"/>
            </w:pPr>
            <w:r>
              <w:rPr>
                <w:rFonts w:ascii="MS Gothic" w:eastAsia="MS Gothic" w:hAnsi="MS Gothic"/>
              </w:rPr>
              <w:t>☐</w:t>
            </w:r>
          </w:p>
        </w:tc>
      </w:tr>
    </w:tbl>
    <w:p w14:paraId="2A94E72E" w14:textId="77777777" w:rsidR="001C54A9" w:rsidRDefault="00EC1F9D">
      <w:pPr>
        <w:pStyle w:val="RedaliaNormal"/>
        <w:spacing w:before="0"/>
        <w:rPr>
          <w:rFonts w:cs="Calibri"/>
          <w:i/>
          <w:iCs/>
        </w:rPr>
      </w:pPr>
      <w:r>
        <w:rPr>
          <w:rFonts w:cs="Calibri"/>
          <w:i/>
          <w:iCs/>
        </w:rPr>
        <w:t>(*cocher la case correspondante)</w:t>
      </w:r>
    </w:p>
    <w:p w14:paraId="2D759F83" w14:textId="77777777" w:rsidR="001C54A9" w:rsidRDefault="001C54A9">
      <w:pPr>
        <w:pStyle w:val="RedaliaNormal"/>
      </w:pPr>
    </w:p>
    <w:p w14:paraId="1475293A" w14:textId="77777777" w:rsidR="001C54A9" w:rsidRDefault="00EC1F9D">
      <w:pPr>
        <w:pStyle w:val="RedaliaNormal"/>
      </w:pPr>
      <w:r>
        <w:t>Après avoir pris connaissance du Cahier des Clauses Particulières, et des documents qui y sont mentionnés, et après avoir établi les déclarations p</w:t>
      </w:r>
      <w:r>
        <w:t>révues aux articles R.2142-3 à R. 2142-4, R. 2143-4, R. 2143-5, R. 2143-6 à R. 2143-10 et R. 2143-11 à R. 2143-12 du Code de la commande publique :</w:t>
      </w:r>
    </w:p>
    <w:p w14:paraId="6DBB583B" w14:textId="77777777" w:rsidR="001C54A9" w:rsidRDefault="001C54A9">
      <w:pPr>
        <w:pStyle w:val="RedaliaNormal"/>
        <w:spacing w:before="0"/>
      </w:pPr>
    </w:p>
    <w:p w14:paraId="4734B82F" w14:textId="77777777" w:rsidR="001C54A9" w:rsidRDefault="00EC1F9D">
      <w:pPr>
        <w:pStyle w:val="RedaliaNormal"/>
        <w:spacing w:before="0"/>
      </w:pPr>
      <w:r>
        <w:t xml:space="preserve">1) M’engage, sans réserve, conformément aux clauses et conditions des documents visés ci-dessus à exécuter </w:t>
      </w:r>
      <w:r>
        <w:t>les prestations désignées au marché, aux prix et conditions indiqués dans l’annexe financière jointe ;</w:t>
      </w:r>
    </w:p>
    <w:p w14:paraId="4C8ABA84" w14:textId="77777777" w:rsidR="001C54A9" w:rsidRDefault="001C54A9">
      <w:pPr>
        <w:pStyle w:val="RedaliaNormal"/>
        <w:spacing w:before="0"/>
      </w:pPr>
    </w:p>
    <w:p w14:paraId="012232D2" w14:textId="77777777" w:rsidR="001C54A9" w:rsidRDefault="00EC1F9D">
      <w:pPr>
        <w:pStyle w:val="RedaliaNormal"/>
      </w:pPr>
      <w:r>
        <w:t>Le mois m</w:t>
      </w:r>
      <w:r>
        <w:rPr>
          <w:vertAlign w:val="subscript"/>
        </w:rPr>
        <w:t>0</w:t>
      </w:r>
      <w:r>
        <w:t xml:space="preserve"> est le mois de dépôt des plis.</w:t>
      </w:r>
    </w:p>
    <w:p w14:paraId="1804661A" w14:textId="77777777" w:rsidR="001C54A9" w:rsidRDefault="001C54A9">
      <w:pPr>
        <w:pStyle w:val="RedaliaNormal"/>
        <w:spacing w:before="0"/>
      </w:pPr>
    </w:p>
    <w:p w14:paraId="7BCDB5AE" w14:textId="77777777" w:rsidR="001C54A9" w:rsidRDefault="00EC1F9D">
      <w:pPr>
        <w:pStyle w:val="RedaliaNormal"/>
      </w:pPr>
      <w:r>
        <w:t>2) Déclare que :</w:t>
      </w:r>
    </w:p>
    <w:p w14:paraId="1DBFCF6F" w14:textId="77777777" w:rsidR="001C54A9" w:rsidRDefault="00EC1F9D">
      <w:pPr>
        <w:pStyle w:val="RedaliaNormal"/>
        <w:spacing w:before="0"/>
        <w:ind w:left="284"/>
      </w:pPr>
      <w:r>
        <w:t xml:space="preserve">- les prestations seront exécutées pour le compte de l’Assistance </w:t>
      </w:r>
      <w:r>
        <w:t>Publique-Hôpitaux de Paris ;</w:t>
      </w:r>
    </w:p>
    <w:p w14:paraId="628590E4" w14:textId="77777777" w:rsidR="001C54A9" w:rsidRDefault="00EC1F9D">
      <w:pPr>
        <w:pStyle w:val="RedaliaNormal"/>
        <w:spacing w:before="0"/>
        <w:ind w:left="284"/>
      </w:pPr>
      <w:r>
        <w:t>- mes prix seront conformes aux dispositions du Cahier des Clauses Administratives Particulières n°25-062 ;</w:t>
      </w:r>
    </w:p>
    <w:p w14:paraId="3914642E" w14:textId="77777777" w:rsidR="001C54A9" w:rsidRDefault="001C54A9">
      <w:pPr>
        <w:pStyle w:val="RedaliaNormal"/>
        <w:spacing w:before="0"/>
      </w:pPr>
    </w:p>
    <w:p w14:paraId="5E53FB05" w14:textId="77777777" w:rsidR="001C54A9" w:rsidRDefault="00EC1F9D">
      <w:pPr>
        <w:pStyle w:val="RedaliaNormal"/>
        <w:spacing w:before="0"/>
      </w:pPr>
      <w:r>
        <w:t>3) Affirme, sous peine de résiliation de plein droit du marché ou de sa mise en régie aux torts exclusifs de la sociét</w:t>
      </w:r>
      <w:r>
        <w:t>é ou association pour laquelle j’interviens, que ladite société ou association ne tombe pas sous le coup de l’interdiction découlant des articles R. 2142-3 à R. 2142-4, R. 2143-4, R. 2143-5, R. 2143-6 à R. 2143-10 et R. 2143-11 à R. 2143-12 du nouveau Code</w:t>
      </w:r>
      <w:r>
        <w:t xml:space="preserve"> de la commande publique ;</w:t>
      </w:r>
    </w:p>
    <w:p w14:paraId="56D1E580" w14:textId="77777777" w:rsidR="001C54A9" w:rsidRDefault="001C54A9">
      <w:pPr>
        <w:pStyle w:val="RedaliaNormal"/>
        <w:spacing w:before="0"/>
      </w:pPr>
    </w:p>
    <w:p w14:paraId="4D5E54EA" w14:textId="77777777" w:rsidR="001C54A9" w:rsidRDefault="00EC1F9D">
      <w:pPr>
        <w:pStyle w:val="RedaliaNormal"/>
        <w:spacing w:before="0"/>
      </w:pPr>
      <w:r>
        <w:t>4) Avance (articles R. 2191-3 à R. 2191-19 du nouveau Code de la commande publique) :</w:t>
      </w:r>
    </w:p>
    <w:p w14:paraId="36EC60B0" w14:textId="77777777" w:rsidR="001C54A9" w:rsidRDefault="001C54A9">
      <w:pPr>
        <w:pStyle w:val="RedaliaNormal"/>
      </w:pPr>
    </w:p>
    <w:p w14:paraId="254604F3" w14:textId="77777777" w:rsidR="001C54A9" w:rsidRDefault="00EC1F9D">
      <w:pPr>
        <w:pStyle w:val="RedaliaNormal"/>
        <w:spacing w:before="0"/>
      </w:pPr>
      <w:r>
        <w:t xml:space="preserve">Je renonce au bénéfice de l’avance :        </w:t>
      </w:r>
      <w:r>
        <w:rPr>
          <w:rFonts w:ascii="MS Gothic" w:eastAsia="MS Gothic" w:hAnsi="MS Gothic"/>
        </w:rPr>
        <w:t>☐</w:t>
      </w:r>
      <w:r>
        <w:t xml:space="preserve"> NON              </w:t>
      </w:r>
      <w:r>
        <w:rPr>
          <w:rFonts w:ascii="MS Gothic" w:eastAsia="MS Gothic" w:hAnsi="MS Gothic"/>
        </w:rPr>
        <w:t>☐</w:t>
      </w:r>
      <w:r>
        <w:t xml:space="preserve"> OUI</w:t>
      </w:r>
    </w:p>
    <w:p w14:paraId="0A389CEC" w14:textId="77777777" w:rsidR="001C54A9" w:rsidRDefault="00EC1F9D">
      <w:pPr>
        <w:pStyle w:val="RdaliaLgende"/>
        <w:rPr>
          <w:sz w:val="18"/>
        </w:rPr>
      </w:pPr>
      <w:r>
        <w:rPr>
          <w:sz w:val="18"/>
        </w:rPr>
        <w:t>(Cocher la case correspondante)</w:t>
      </w:r>
    </w:p>
    <w:p w14:paraId="38E8B784" w14:textId="77777777" w:rsidR="001C54A9" w:rsidRDefault="001C54A9">
      <w:pPr>
        <w:pStyle w:val="RedaliaNormal"/>
      </w:pPr>
    </w:p>
    <w:p w14:paraId="52D51C1E" w14:textId="77777777" w:rsidR="001C54A9" w:rsidRDefault="00EC1F9D">
      <w:pPr>
        <w:pStyle w:val="RedaliaNormal"/>
      </w:pPr>
      <w:r>
        <w:t xml:space="preserve">5) Mon offre me lie pour la durée de </w:t>
      </w:r>
      <w:r>
        <w:t>validité des offres indiquée au Règlement de Consultation.</w:t>
      </w:r>
    </w:p>
    <w:p w14:paraId="54A48A95" w14:textId="77777777" w:rsidR="001C54A9" w:rsidRDefault="001C54A9">
      <w:pPr>
        <w:pStyle w:val="RedaliaNormal"/>
      </w:pPr>
    </w:p>
    <w:p w14:paraId="47654E3F" w14:textId="77777777" w:rsidR="001C54A9" w:rsidRDefault="001C54A9">
      <w:pPr>
        <w:pStyle w:val="RedaliaNormal"/>
      </w:pPr>
    </w:p>
    <w:p w14:paraId="147791BE" w14:textId="77777777" w:rsidR="001C54A9" w:rsidRDefault="001C54A9">
      <w:pPr>
        <w:pStyle w:val="RedaliaNormal"/>
        <w:pageBreakBefore/>
      </w:pPr>
    </w:p>
    <w:p w14:paraId="4A1EEB1B" w14:textId="77777777" w:rsidR="001C54A9" w:rsidRDefault="00EC1F9D">
      <w:pPr>
        <w:pStyle w:val="Redaliaencadre"/>
        <w:ind w:left="0" w:firstLine="0"/>
      </w:pPr>
      <w:r>
        <w:t>paiement</w:t>
      </w:r>
    </w:p>
    <w:p w14:paraId="1F2E56C8" w14:textId="77777777" w:rsidR="001C54A9" w:rsidRDefault="001C54A9">
      <w:pPr>
        <w:pStyle w:val="RedaliaNormal"/>
      </w:pPr>
    </w:p>
    <w:p w14:paraId="4FC406AE" w14:textId="77777777" w:rsidR="001C54A9" w:rsidRDefault="00EC1F9D">
      <w:pPr>
        <w:pStyle w:val="RedaliaNormal"/>
      </w:pPr>
      <w:r>
        <w:t xml:space="preserve">L’APHP se libèrera des sommes dues au titre du présent marché en faisant porter le montant au crédit du ou des comptes suivants </w:t>
      </w:r>
      <w:r>
        <w:rPr>
          <w:vertAlign w:val="superscript"/>
        </w:rPr>
        <w:t>(1)</w:t>
      </w:r>
      <w:r>
        <w:t xml:space="preserve"> :</w:t>
      </w:r>
    </w:p>
    <w:p w14:paraId="2E411AC0" w14:textId="77777777" w:rsidR="001C54A9" w:rsidRDefault="001C54A9">
      <w:pPr>
        <w:pStyle w:val="RedaliaNormal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79"/>
        <w:gridCol w:w="710"/>
        <w:gridCol w:w="2729"/>
        <w:gridCol w:w="2955"/>
        <w:gridCol w:w="1595"/>
      </w:tblGrid>
      <w:tr w:rsidR="001C54A9" w14:paraId="751AAA0A" w14:textId="77777777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C13EA" w14:textId="77777777" w:rsidR="001C54A9" w:rsidRDefault="00EC1F9D">
            <w:pPr>
              <w:pStyle w:val="RedaliaNormal"/>
              <w:spacing w:befor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Ouvert au nom de :</w:t>
            </w:r>
          </w:p>
        </w:tc>
        <w:tc>
          <w:tcPr>
            <w:tcW w:w="7989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84BB84" w14:textId="77777777" w:rsidR="001C54A9" w:rsidRDefault="001C54A9">
            <w:pPr>
              <w:pStyle w:val="RedaliaNormal"/>
              <w:spacing w:before="0"/>
              <w:jc w:val="left"/>
            </w:pPr>
          </w:p>
        </w:tc>
      </w:tr>
      <w:tr w:rsidR="001C54A9" w14:paraId="139A1BC5" w14:textId="77777777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A41D6" w14:textId="77777777" w:rsidR="001C54A9" w:rsidRDefault="00EC1F9D">
            <w:pPr>
              <w:pStyle w:val="RedaliaNormal"/>
              <w:spacing w:befor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Domiciliation :</w:t>
            </w:r>
          </w:p>
        </w:tc>
        <w:tc>
          <w:tcPr>
            <w:tcW w:w="7989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BC807E" w14:textId="77777777" w:rsidR="001C54A9" w:rsidRDefault="001C54A9">
            <w:pPr>
              <w:pStyle w:val="RedaliaNormal"/>
              <w:spacing w:before="0"/>
              <w:jc w:val="left"/>
            </w:pPr>
          </w:p>
        </w:tc>
      </w:tr>
      <w:tr w:rsidR="001C54A9" w14:paraId="76DD5E1D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81EAC" w14:textId="77777777" w:rsidR="001C54A9" w:rsidRDefault="00EC1F9D">
            <w:pPr>
              <w:pStyle w:val="RedaliaNormal"/>
              <w:spacing w:befor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Code banque :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D789D" w14:textId="77777777" w:rsidR="001C54A9" w:rsidRDefault="00EC1F9D">
            <w:pPr>
              <w:pStyle w:val="RedaliaNormal"/>
              <w:spacing w:befor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Code guichet :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8E77E" w14:textId="77777777" w:rsidR="001C54A9" w:rsidRDefault="00EC1F9D">
            <w:pPr>
              <w:pStyle w:val="RedaliaNormal"/>
              <w:spacing w:befor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N° de compte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5990D" w14:textId="77777777" w:rsidR="001C54A9" w:rsidRDefault="00EC1F9D">
            <w:pPr>
              <w:pStyle w:val="RedaliaNormal"/>
              <w:spacing w:befor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Clé RIB</w:t>
            </w:r>
          </w:p>
        </w:tc>
      </w:tr>
      <w:tr w:rsidR="001C54A9" w14:paraId="5975019F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068EF" w14:textId="77777777" w:rsidR="001C54A9" w:rsidRDefault="001C54A9">
            <w:pPr>
              <w:pStyle w:val="RedaliaNormal"/>
              <w:spacing w:before="0"/>
              <w:jc w:val="center"/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66FF7" w14:textId="77777777" w:rsidR="001C54A9" w:rsidRDefault="001C54A9">
            <w:pPr>
              <w:pStyle w:val="RedaliaNormal"/>
              <w:spacing w:before="0"/>
              <w:jc w:val="center"/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23A16" w14:textId="77777777" w:rsidR="001C54A9" w:rsidRDefault="001C54A9">
            <w:pPr>
              <w:pStyle w:val="RedaliaNormal"/>
              <w:spacing w:before="0"/>
              <w:jc w:val="center"/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B324A" w14:textId="77777777" w:rsidR="001C54A9" w:rsidRDefault="001C54A9">
            <w:pPr>
              <w:pStyle w:val="RedaliaNormal"/>
              <w:spacing w:before="0"/>
              <w:jc w:val="center"/>
            </w:pPr>
          </w:p>
        </w:tc>
      </w:tr>
    </w:tbl>
    <w:p w14:paraId="78CC0833" w14:textId="77777777" w:rsidR="001C54A9" w:rsidRDefault="00EC1F9D">
      <w:pPr>
        <w:pStyle w:val="RedaliaNormal"/>
      </w:pPr>
      <w:r>
        <w:t>A dupliquer si nécessaire pour chaque membre du groupement</w:t>
      </w:r>
    </w:p>
    <w:p w14:paraId="46638BC1" w14:textId="77777777" w:rsidR="001C54A9" w:rsidRDefault="001C54A9">
      <w:pPr>
        <w:pStyle w:val="RedaliaNormal"/>
      </w:pPr>
    </w:p>
    <w:p w14:paraId="73F5556F" w14:textId="77777777" w:rsidR="001C54A9" w:rsidRDefault="00EC1F9D">
      <w:pPr>
        <w:pStyle w:val="RedaliaNormal"/>
      </w:pPr>
      <w:r>
        <w:t>En cas de groupement solidaire, le paiement est effectué sur</w:t>
      </w:r>
      <w:r>
        <w:rPr>
          <w:vertAlign w:val="superscript"/>
        </w:rPr>
        <w:t xml:space="preserve"> (2)</w:t>
      </w:r>
      <w:r>
        <w:t> :</w:t>
      </w:r>
    </w:p>
    <w:p w14:paraId="25DB79DD" w14:textId="77777777" w:rsidR="001C54A9" w:rsidRDefault="00EC1F9D">
      <w:pPr>
        <w:pStyle w:val="RedaliaNormal"/>
        <w:spacing w:before="0"/>
        <w:ind w:left="142"/>
      </w:pPr>
      <w:bookmarkStart w:id="0" w:name="Texte8"/>
      <w:bookmarkEnd w:id="0"/>
      <w:r>
        <w:rPr>
          <w:rFonts w:ascii="MS Gothic" w:eastAsia="MS Gothic" w:hAnsi="MS Gothic"/>
        </w:rPr>
        <w:t>☐</w:t>
      </w:r>
      <w:r>
        <w:t xml:space="preserve"> Un compte unique ouvert au nom des membres du </w:t>
      </w:r>
      <w:r>
        <w:t>groupement ou du mandataire ;</w:t>
      </w:r>
    </w:p>
    <w:p w14:paraId="6FDED48C" w14:textId="77777777" w:rsidR="001C54A9" w:rsidRDefault="00EC1F9D">
      <w:pPr>
        <w:pStyle w:val="RedaliaNormal"/>
        <w:spacing w:before="0"/>
        <w:ind w:left="426" w:hanging="284"/>
      </w:pPr>
      <w:r>
        <w:rPr>
          <w:rFonts w:ascii="MS Gothic" w:eastAsia="MS Gothic" w:hAnsi="MS Gothic"/>
        </w:rPr>
        <w:t>☐</w:t>
      </w:r>
      <w:r>
        <w:t xml:space="preserve"> Le compte de chacun des membres du groupement suivant les répartitions indiquées en annexe du présent document.</w:t>
      </w:r>
    </w:p>
    <w:p w14:paraId="528CE0B7" w14:textId="77777777" w:rsidR="001C54A9" w:rsidRDefault="001C54A9">
      <w:pPr>
        <w:pStyle w:val="RedaliaNormal"/>
      </w:pPr>
    </w:p>
    <w:p w14:paraId="0195AF04" w14:textId="77777777" w:rsidR="001C54A9" w:rsidRDefault="00EC1F9D">
      <w:pPr>
        <w:pStyle w:val="RedaliaNormal"/>
      </w:pPr>
      <w:r>
        <w:t>En cas de sous-traitance, l’AP-HP se libérera des sommes dues aux sous-traitant payés directement en faisant po</w:t>
      </w:r>
      <w:r>
        <w:t>rter les montants aux crédits des comptes désignés dans les annexes, les avenants ou les actes spéciaux.</w:t>
      </w:r>
    </w:p>
    <w:p w14:paraId="6667DA75" w14:textId="77777777" w:rsidR="001C54A9" w:rsidRDefault="001C54A9">
      <w:pPr>
        <w:pStyle w:val="RedaliaNormal"/>
      </w:pPr>
    </w:p>
    <w:p w14:paraId="3934A893" w14:textId="77777777" w:rsidR="001C54A9" w:rsidRDefault="00EC1F9D">
      <w:pPr>
        <w:pStyle w:val="RedaliaNormal"/>
      </w:pPr>
      <w:r>
        <w:t>Le délai global de paiement ne pourra excéder 50 (cinquante) jours. Le défaut de paiement dans les délais précités fait courir de plein droit, et sans</w:t>
      </w:r>
      <w:r>
        <w:t xml:space="preserve"> autre formalité, des intérêts moratoires au bénéfice du titulaire ou du sous-traitant payé directement.</w:t>
      </w:r>
    </w:p>
    <w:p w14:paraId="3433EE30" w14:textId="77777777" w:rsidR="001C54A9" w:rsidRDefault="001C54A9">
      <w:pPr>
        <w:pStyle w:val="RedaliaNormal"/>
      </w:pPr>
    </w:p>
    <w:p w14:paraId="474578A9" w14:textId="77777777" w:rsidR="001C54A9" w:rsidRDefault="001C54A9">
      <w:pPr>
        <w:pStyle w:val="RedaliaNormal"/>
      </w:pPr>
    </w:p>
    <w:p w14:paraId="4F32C156" w14:textId="77777777" w:rsidR="001C54A9" w:rsidRDefault="001C54A9">
      <w:pPr>
        <w:pStyle w:val="RedaliaNormal"/>
      </w:pPr>
    </w:p>
    <w:p w14:paraId="692FE731" w14:textId="77777777" w:rsidR="001C54A9" w:rsidRDefault="001C54A9">
      <w:pPr>
        <w:pStyle w:val="RedaliaNormal"/>
      </w:pPr>
    </w:p>
    <w:p w14:paraId="6DC532AB" w14:textId="77777777" w:rsidR="001C54A9" w:rsidRDefault="001C54A9">
      <w:pPr>
        <w:pStyle w:val="RedaliaNormal"/>
      </w:pPr>
    </w:p>
    <w:p w14:paraId="4135AB3A" w14:textId="77777777" w:rsidR="001C54A9" w:rsidRDefault="001C54A9">
      <w:pPr>
        <w:pStyle w:val="RedaliaNormal"/>
      </w:pPr>
    </w:p>
    <w:p w14:paraId="42F6B97F" w14:textId="77777777" w:rsidR="001C54A9" w:rsidRDefault="001C54A9">
      <w:pPr>
        <w:pStyle w:val="RedaliaNormal"/>
      </w:pPr>
    </w:p>
    <w:p w14:paraId="0E37066C" w14:textId="77777777" w:rsidR="001C54A9" w:rsidRDefault="001C54A9">
      <w:pPr>
        <w:pStyle w:val="RedaliaNormal"/>
      </w:pPr>
    </w:p>
    <w:p w14:paraId="6FFE0312" w14:textId="77777777" w:rsidR="001C54A9" w:rsidRDefault="001C54A9">
      <w:pPr>
        <w:pStyle w:val="RedaliaNormal"/>
      </w:pPr>
    </w:p>
    <w:p w14:paraId="7EC8BF53" w14:textId="77777777" w:rsidR="001C54A9" w:rsidRDefault="001C54A9">
      <w:pPr>
        <w:pStyle w:val="RedaliaNormal"/>
      </w:pPr>
    </w:p>
    <w:p w14:paraId="7660C1AB" w14:textId="77777777" w:rsidR="001C54A9" w:rsidRDefault="001C54A9">
      <w:pPr>
        <w:pStyle w:val="RedaliaNormal"/>
      </w:pPr>
    </w:p>
    <w:p w14:paraId="78F2BA53" w14:textId="77777777" w:rsidR="001C54A9" w:rsidRDefault="001C54A9">
      <w:pPr>
        <w:pStyle w:val="RedaliaNormal"/>
      </w:pPr>
    </w:p>
    <w:p w14:paraId="12E2F013" w14:textId="77777777" w:rsidR="001C54A9" w:rsidRDefault="001C54A9">
      <w:pPr>
        <w:pStyle w:val="RedaliaNormal"/>
      </w:pPr>
    </w:p>
    <w:p w14:paraId="2720CE5D" w14:textId="77777777" w:rsidR="001C54A9" w:rsidRDefault="001C54A9">
      <w:pPr>
        <w:pStyle w:val="RedaliaNormal"/>
      </w:pPr>
    </w:p>
    <w:p w14:paraId="309987E0" w14:textId="77777777" w:rsidR="001C54A9" w:rsidRDefault="001C54A9">
      <w:pPr>
        <w:pStyle w:val="RedaliaNormal"/>
      </w:pPr>
    </w:p>
    <w:p w14:paraId="0CFE57CC" w14:textId="77777777" w:rsidR="001C54A9" w:rsidRDefault="001C54A9">
      <w:pPr>
        <w:pStyle w:val="RedaliaNormal"/>
      </w:pPr>
    </w:p>
    <w:p w14:paraId="147AE229" w14:textId="77777777" w:rsidR="001C54A9" w:rsidRDefault="001C54A9">
      <w:pPr>
        <w:pStyle w:val="RedaliaNormal"/>
      </w:pPr>
    </w:p>
    <w:p w14:paraId="49430973" w14:textId="77777777" w:rsidR="001C54A9" w:rsidRDefault="001C54A9">
      <w:pPr>
        <w:pStyle w:val="RedaliaNormal"/>
      </w:pPr>
    </w:p>
    <w:p w14:paraId="2BCE505A" w14:textId="77777777" w:rsidR="001C54A9" w:rsidRDefault="00EC1F9D">
      <w:pPr>
        <w:pStyle w:val="RedaliaNormal"/>
        <w:spacing w:before="0"/>
      </w:pPr>
      <w:r>
        <w:rPr>
          <w:sz w:val="14"/>
          <w:szCs w:val="14"/>
          <w:vertAlign w:val="superscript"/>
        </w:rPr>
        <w:t>1</w:t>
      </w:r>
      <w:r>
        <w:rPr>
          <w:sz w:val="14"/>
          <w:szCs w:val="14"/>
        </w:rPr>
        <w:t xml:space="preserve"> Joindre un ou des relevé(s) d’identité bancaire</w:t>
      </w:r>
    </w:p>
    <w:p w14:paraId="24ED62CA" w14:textId="77777777" w:rsidR="001C54A9" w:rsidRDefault="00EC1F9D">
      <w:pPr>
        <w:pStyle w:val="RedaliaNormal"/>
        <w:spacing w:before="0"/>
      </w:pPr>
      <w:r>
        <w:rPr>
          <w:sz w:val="14"/>
          <w:szCs w:val="14"/>
          <w:vertAlign w:val="superscript"/>
        </w:rPr>
        <w:t>2</w:t>
      </w:r>
      <w:r>
        <w:rPr>
          <w:sz w:val="14"/>
          <w:szCs w:val="14"/>
        </w:rPr>
        <w:t xml:space="preserve"> Cocher la case correspondant à votre situation.</w:t>
      </w:r>
    </w:p>
    <w:p w14:paraId="41F3ADE8" w14:textId="77777777" w:rsidR="001C54A9" w:rsidRDefault="001C54A9">
      <w:pPr>
        <w:pStyle w:val="RedaliaNormal"/>
        <w:pageBreakBefore/>
      </w:pPr>
    </w:p>
    <w:p w14:paraId="3C6384E8" w14:textId="77777777" w:rsidR="001C54A9" w:rsidRDefault="00EC1F9D">
      <w:pPr>
        <w:pStyle w:val="Redaliaencadre"/>
        <w:ind w:left="0" w:firstLine="0"/>
      </w:pPr>
      <w:r>
        <w:t xml:space="preserve">Répartition des </w:t>
      </w:r>
      <w:r>
        <w:t>prestations et des paiements entre les membres du groupement</w:t>
      </w:r>
    </w:p>
    <w:p w14:paraId="50EE9A23" w14:textId="77777777" w:rsidR="001C54A9" w:rsidRDefault="001C54A9">
      <w:pPr>
        <w:pStyle w:val="RedaliaNormal"/>
      </w:pPr>
    </w:p>
    <w:p w14:paraId="6C9C1318" w14:textId="77777777" w:rsidR="001C54A9" w:rsidRDefault="00EC1F9D">
      <w:pPr>
        <w:pStyle w:val="RedaliaNormal"/>
      </w:pPr>
      <w:r>
        <w:t>Les contractants solidaires s’engagent financièrement pour la totalité des prestations visées au présent marché.</w:t>
      </w:r>
    </w:p>
    <w:p w14:paraId="3A956C84" w14:textId="77777777" w:rsidR="001C54A9" w:rsidRDefault="001C54A9">
      <w:pPr>
        <w:pStyle w:val="RedaliaNormal"/>
      </w:pPr>
    </w:p>
    <w:p w14:paraId="1170D3E8" w14:textId="77777777" w:rsidR="001C54A9" w:rsidRDefault="001C54A9">
      <w:pPr>
        <w:pStyle w:val="RedaliaNormal"/>
      </w:pPr>
    </w:p>
    <w:p w14:paraId="307E177D" w14:textId="77777777" w:rsidR="001C54A9" w:rsidRDefault="00EC1F9D">
      <w:pPr>
        <w:pStyle w:val="RedaliaNormal"/>
      </w:pPr>
      <w:proofErr w:type="gramStart"/>
      <w:r>
        <w:t>ou</w:t>
      </w:r>
      <w:proofErr w:type="gramEnd"/>
    </w:p>
    <w:p w14:paraId="7057F6B1" w14:textId="77777777" w:rsidR="001C54A9" w:rsidRDefault="001C54A9">
      <w:pPr>
        <w:pStyle w:val="RedaliaNormal"/>
      </w:pPr>
    </w:p>
    <w:p w14:paraId="799FCDCC" w14:textId="77777777" w:rsidR="001C54A9" w:rsidRDefault="001C54A9">
      <w:pPr>
        <w:pStyle w:val="RedaliaNormal"/>
      </w:pPr>
    </w:p>
    <w:p w14:paraId="02A701BA" w14:textId="77777777" w:rsidR="001C54A9" w:rsidRDefault="00EC1F9D">
      <w:pPr>
        <w:spacing w:before="100"/>
        <w:jc w:val="both"/>
      </w:pPr>
      <w:r>
        <w:rPr>
          <w:rFonts w:cs="Open Sans"/>
          <w:color w:val="000000"/>
          <w:szCs w:val="18"/>
        </w:rPr>
        <w:t>Les contractants conjoints précisent dans le tableau ci-dessous la réparti</w:t>
      </w:r>
      <w:r>
        <w:rPr>
          <w:rFonts w:cs="Open Sans"/>
          <w:color w:val="000000"/>
          <w:szCs w:val="18"/>
        </w:rPr>
        <w:t>tion des prestations que chacun d’eux s’engage à réaliser :</w:t>
      </w:r>
    </w:p>
    <w:p w14:paraId="5BF9DE5D" w14:textId="77777777" w:rsidR="001C54A9" w:rsidRDefault="001C54A9">
      <w:pPr>
        <w:pStyle w:val="RedaliaNormal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1"/>
        <w:gridCol w:w="5243"/>
        <w:gridCol w:w="1894"/>
      </w:tblGrid>
      <w:tr w:rsidR="001C54A9" w14:paraId="10A08DD9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46C8F" w14:textId="77777777" w:rsidR="001C54A9" w:rsidRDefault="00EC1F9D">
            <w:pPr>
              <w:pStyle w:val="RedaliaNormal"/>
              <w:spacing w:befor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Membres du groupement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55B1A" w14:textId="77777777" w:rsidR="001C54A9" w:rsidRDefault="00EC1F9D">
            <w:pPr>
              <w:pStyle w:val="RedaliaNormal"/>
              <w:spacing w:befor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Prestations assurées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4D447" w14:textId="77777777" w:rsidR="001C54A9" w:rsidRDefault="00EC1F9D">
            <w:pPr>
              <w:pStyle w:val="RedaliaNormal"/>
              <w:spacing w:befor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Montant*</w:t>
            </w:r>
          </w:p>
        </w:tc>
      </w:tr>
      <w:tr w:rsidR="001C54A9" w14:paraId="352F732E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E8071" w14:textId="77777777" w:rsidR="001C54A9" w:rsidRDefault="001C54A9">
            <w:pPr>
              <w:pStyle w:val="RedaliaNormal"/>
              <w:spacing w:before="0"/>
              <w:jc w:val="center"/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25B3E" w14:textId="77777777" w:rsidR="001C54A9" w:rsidRDefault="001C54A9">
            <w:pPr>
              <w:pStyle w:val="RedaliaNormal"/>
              <w:spacing w:before="0"/>
              <w:jc w:val="left"/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364D1" w14:textId="77777777" w:rsidR="001C54A9" w:rsidRDefault="001C54A9">
            <w:pPr>
              <w:pStyle w:val="RedaliaNormal"/>
              <w:spacing w:before="0"/>
              <w:jc w:val="center"/>
            </w:pPr>
          </w:p>
        </w:tc>
      </w:tr>
      <w:tr w:rsidR="001C54A9" w14:paraId="097903AC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26999" w14:textId="77777777" w:rsidR="001C54A9" w:rsidRDefault="001C54A9">
            <w:pPr>
              <w:pStyle w:val="RedaliaNormal"/>
              <w:spacing w:before="0"/>
              <w:jc w:val="center"/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A1421" w14:textId="77777777" w:rsidR="001C54A9" w:rsidRDefault="001C54A9">
            <w:pPr>
              <w:pStyle w:val="RedaliaNormal"/>
              <w:spacing w:before="0"/>
              <w:jc w:val="left"/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33870" w14:textId="77777777" w:rsidR="001C54A9" w:rsidRDefault="001C54A9">
            <w:pPr>
              <w:pStyle w:val="RedaliaNormal"/>
              <w:spacing w:before="0"/>
              <w:jc w:val="center"/>
            </w:pPr>
          </w:p>
        </w:tc>
      </w:tr>
      <w:tr w:rsidR="001C54A9" w14:paraId="6DEBE1EE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E8EF1" w14:textId="77777777" w:rsidR="001C54A9" w:rsidRDefault="001C54A9">
            <w:pPr>
              <w:pStyle w:val="RedaliaNormal"/>
              <w:spacing w:before="0"/>
              <w:jc w:val="center"/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E6288" w14:textId="77777777" w:rsidR="001C54A9" w:rsidRDefault="001C54A9">
            <w:pPr>
              <w:pStyle w:val="RedaliaNormal"/>
              <w:spacing w:before="0"/>
              <w:jc w:val="left"/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6D0F9" w14:textId="77777777" w:rsidR="001C54A9" w:rsidRDefault="001C54A9">
            <w:pPr>
              <w:pStyle w:val="RedaliaNormal"/>
              <w:spacing w:before="0"/>
              <w:jc w:val="center"/>
            </w:pPr>
          </w:p>
        </w:tc>
      </w:tr>
      <w:tr w:rsidR="001C54A9" w14:paraId="65DF6ED5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762DF" w14:textId="77777777" w:rsidR="001C54A9" w:rsidRDefault="001C54A9">
            <w:pPr>
              <w:pStyle w:val="RedaliaNormal"/>
              <w:spacing w:before="0"/>
              <w:jc w:val="center"/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8BEC9" w14:textId="77777777" w:rsidR="001C54A9" w:rsidRDefault="001C54A9">
            <w:pPr>
              <w:pStyle w:val="RedaliaNormal"/>
              <w:spacing w:before="0"/>
              <w:jc w:val="left"/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BDA39" w14:textId="77777777" w:rsidR="001C54A9" w:rsidRDefault="001C54A9">
            <w:pPr>
              <w:pStyle w:val="RedaliaNormal"/>
              <w:spacing w:before="0"/>
              <w:jc w:val="center"/>
            </w:pPr>
          </w:p>
        </w:tc>
      </w:tr>
      <w:tr w:rsidR="001C54A9" w14:paraId="3FF2A96D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BCF13" w14:textId="77777777" w:rsidR="001C54A9" w:rsidRDefault="001C54A9">
            <w:pPr>
              <w:pStyle w:val="RedaliaNormal"/>
              <w:spacing w:before="0"/>
              <w:jc w:val="center"/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3E2BF" w14:textId="77777777" w:rsidR="001C54A9" w:rsidRDefault="001C54A9">
            <w:pPr>
              <w:pStyle w:val="RedaliaNormal"/>
              <w:spacing w:before="0"/>
              <w:jc w:val="left"/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E80DE" w14:textId="77777777" w:rsidR="001C54A9" w:rsidRDefault="001C54A9">
            <w:pPr>
              <w:pStyle w:val="RedaliaNormal"/>
              <w:spacing w:before="0"/>
              <w:jc w:val="center"/>
            </w:pPr>
          </w:p>
        </w:tc>
      </w:tr>
      <w:tr w:rsidR="001C54A9" w14:paraId="0106D1A0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AA033" w14:textId="77777777" w:rsidR="001C54A9" w:rsidRDefault="001C54A9">
            <w:pPr>
              <w:pStyle w:val="RedaliaNormal"/>
              <w:spacing w:before="0"/>
              <w:jc w:val="center"/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0AA0E" w14:textId="77777777" w:rsidR="001C54A9" w:rsidRDefault="001C54A9">
            <w:pPr>
              <w:pStyle w:val="RedaliaNormal"/>
              <w:spacing w:before="0"/>
              <w:jc w:val="left"/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8B9A6" w14:textId="77777777" w:rsidR="001C54A9" w:rsidRDefault="001C54A9">
            <w:pPr>
              <w:pStyle w:val="RedaliaNormal"/>
              <w:spacing w:before="0"/>
              <w:jc w:val="center"/>
            </w:pPr>
          </w:p>
        </w:tc>
      </w:tr>
      <w:tr w:rsidR="001C54A9" w14:paraId="1EA81CB4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4A311" w14:textId="77777777" w:rsidR="001C54A9" w:rsidRDefault="001C54A9">
            <w:pPr>
              <w:pStyle w:val="RedaliaNormal"/>
              <w:spacing w:before="0"/>
              <w:jc w:val="center"/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0B761" w14:textId="77777777" w:rsidR="001C54A9" w:rsidRDefault="001C54A9">
            <w:pPr>
              <w:pStyle w:val="RedaliaNormal"/>
              <w:spacing w:before="0"/>
              <w:jc w:val="left"/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7C834" w14:textId="77777777" w:rsidR="001C54A9" w:rsidRDefault="001C54A9">
            <w:pPr>
              <w:pStyle w:val="RedaliaNormal"/>
              <w:spacing w:before="0"/>
              <w:jc w:val="center"/>
            </w:pPr>
          </w:p>
        </w:tc>
      </w:tr>
    </w:tbl>
    <w:p w14:paraId="3261E681" w14:textId="77777777" w:rsidR="001C54A9" w:rsidRDefault="00EC1F9D">
      <w:pPr>
        <w:pStyle w:val="RedaliaNormal"/>
        <w:sectPr w:rsidR="001C54A9">
          <w:footerReference w:type="default" r:id="rId9"/>
          <w:pgSz w:w="11906" w:h="16838"/>
          <w:pgMar w:top="567" w:right="964" w:bottom="567" w:left="964" w:header="340" w:footer="397" w:gutter="0"/>
          <w:cols w:space="720"/>
        </w:sectPr>
      </w:pPr>
      <w:r>
        <w:t xml:space="preserve">*Pour les accords-cadres et les accords-cadres à bons de commande, l’acte d‘engagement peut n’indiquer que la </w:t>
      </w:r>
      <w:r>
        <w:t>répartition des prestations.</w:t>
      </w:r>
    </w:p>
    <w:p w14:paraId="70D4B6C8" w14:textId="77777777" w:rsidR="001C54A9" w:rsidRDefault="001C54A9">
      <w:pPr>
        <w:pStyle w:val="RedaliaNormal"/>
      </w:pPr>
    </w:p>
    <w:p w14:paraId="2B750148" w14:textId="77777777" w:rsidR="001C54A9" w:rsidRDefault="00EC1F9D">
      <w:pPr>
        <w:pStyle w:val="Redaliaencadre"/>
        <w:ind w:left="0" w:firstLine="0"/>
      </w:pPr>
      <w:r>
        <w:t>Engagement du/des candidats</w:t>
      </w:r>
    </w:p>
    <w:p w14:paraId="42BEECEA" w14:textId="77777777" w:rsidR="001C54A9" w:rsidRDefault="001C54A9">
      <w:pPr>
        <w:pStyle w:val="RedaliaNormal"/>
      </w:pPr>
    </w:p>
    <w:p w14:paraId="3193AAF8" w14:textId="77777777" w:rsidR="001C54A9" w:rsidRDefault="00EC1F9D">
      <w:pPr>
        <w:pStyle w:val="RedaliaNormal"/>
      </w:pPr>
      <w:r>
        <w:t>Fait en un seul original, à _____________________, le___________.</w:t>
      </w:r>
    </w:p>
    <w:p w14:paraId="0912BD65" w14:textId="77777777" w:rsidR="001C54A9" w:rsidRDefault="00EC1F9D">
      <w:pPr>
        <w:pStyle w:val="RedaliaNormal"/>
      </w:pPr>
      <w:r>
        <w:t>Nom, Prénom du signataire,</w:t>
      </w:r>
    </w:p>
    <w:p w14:paraId="2EF8823E" w14:textId="77777777" w:rsidR="001C54A9" w:rsidRDefault="00EC1F9D">
      <w:pPr>
        <w:pStyle w:val="RedaliaNormal"/>
      </w:pPr>
      <w:r>
        <w:t>Signature précédée de la mention “ Lu et approuvé ”et timbre commercial</w:t>
      </w:r>
    </w:p>
    <w:p w14:paraId="0EA940FE" w14:textId="77777777" w:rsidR="001C54A9" w:rsidRDefault="001C54A9">
      <w:pPr>
        <w:pStyle w:val="RedaliaNormal"/>
      </w:pPr>
    </w:p>
    <w:p w14:paraId="0E2F1A28" w14:textId="77777777" w:rsidR="001C54A9" w:rsidRDefault="001C54A9">
      <w:pPr>
        <w:pStyle w:val="RedaliaNormal"/>
      </w:pPr>
    </w:p>
    <w:p w14:paraId="400B27C1" w14:textId="77777777" w:rsidR="001C54A9" w:rsidRDefault="001C54A9">
      <w:pPr>
        <w:pStyle w:val="RedaliaNormal"/>
      </w:pPr>
    </w:p>
    <w:p w14:paraId="0700EBF0" w14:textId="77777777" w:rsidR="001C54A9" w:rsidRDefault="001C54A9">
      <w:pPr>
        <w:pStyle w:val="RedaliaNormal"/>
      </w:pPr>
    </w:p>
    <w:p w14:paraId="4967FAFA" w14:textId="77777777" w:rsidR="001C54A9" w:rsidRDefault="00EC1F9D">
      <w:pPr>
        <w:pStyle w:val="RedaliaNormal"/>
      </w:pPr>
      <w:r>
        <w:t xml:space="preserve">A dupliquer si </w:t>
      </w:r>
      <w:r>
        <w:t>nécessaire pour chaque membre du groupement ou fournir le mandat permettant au mandataire d’engager chaque co-traitant</w:t>
      </w:r>
    </w:p>
    <w:p w14:paraId="351429C7" w14:textId="77777777" w:rsidR="001C54A9" w:rsidRDefault="001C54A9">
      <w:pPr>
        <w:pStyle w:val="RedaliaNormal"/>
      </w:pPr>
    </w:p>
    <w:p w14:paraId="619392C7" w14:textId="77777777" w:rsidR="001C54A9" w:rsidRDefault="001C54A9">
      <w:pPr>
        <w:pStyle w:val="RedaliaNormal"/>
        <w:pageBreakBefore/>
      </w:pPr>
    </w:p>
    <w:p w14:paraId="7572D42D" w14:textId="77777777" w:rsidR="001C54A9" w:rsidRDefault="00EC1F9D">
      <w:pPr>
        <w:pStyle w:val="Redaliaencadre"/>
        <w:ind w:left="0" w:firstLine="0"/>
      </w:pPr>
      <w:r>
        <w:t>Partie réservée à l’administration</w:t>
      </w:r>
    </w:p>
    <w:p w14:paraId="5142B42A" w14:textId="77777777" w:rsidR="001C54A9" w:rsidRDefault="001C54A9">
      <w:pPr>
        <w:pStyle w:val="RedaliaNormal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49"/>
        <w:gridCol w:w="3111"/>
        <w:gridCol w:w="3418"/>
      </w:tblGrid>
      <w:tr w:rsidR="001C54A9" w14:paraId="2EE6A82B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34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685CE" w14:textId="77777777" w:rsidR="001C54A9" w:rsidRDefault="00EC1F9D">
            <w:pPr>
              <w:pStyle w:val="RedaliaNormal"/>
              <w:spacing w:before="0"/>
              <w:ind w:left="-105"/>
              <w:jc w:val="left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BUDGET GENERAL</w:t>
            </w:r>
          </w:p>
        </w:tc>
        <w:tc>
          <w:tcPr>
            <w:tcW w:w="3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7DB72" w14:textId="77777777" w:rsidR="001C54A9" w:rsidRDefault="00EC1F9D">
            <w:pPr>
              <w:pStyle w:val="RedaliaNormal"/>
              <w:spacing w:before="0"/>
              <w:jc w:val="left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Classe 6</w:t>
            </w:r>
          </w:p>
        </w:tc>
        <w:tc>
          <w:tcPr>
            <w:tcW w:w="3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A734F" w14:textId="77777777" w:rsidR="001C54A9" w:rsidRDefault="00EC1F9D">
            <w:pPr>
              <w:pStyle w:val="RedaliaNormal"/>
              <w:spacing w:before="0"/>
            </w:pPr>
            <w:r>
              <w:rPr>
                <w:u w:val="single"/>
              </w:rPr>
              <w:t>Exercices</w:t>
            </w:r>
            <w:r>
              <w:t> : 2025-2026-2027-2028-2029</w:t>
            </w:r>
          </w:p>
        </w:tc>
      </w:tr>
    </w:tbl>
    <w:p w14:paraId="61CE46DF" w14:textId="77777777" w:rsidR="001C54A9" w:rsidRDefault="00EC1F9D">
      <w:pPr>
        <w:pStyle w:val="RedaliaNormal"/>
      </w:pPr>
      <w:r>
        <w:rPr>
          <w:u w:val="single"/>
        </w:rPr>
        <w:t>Numéro de nomenclature</w:t>
      </w:r>
      <w:r>
        <w:t xml:space="preserve"> </w:t>
      </w:r>
      <w:r>
        <w:rPr>
          <w:i/>
          <w:iCs/>
        </w:rPr>
        <w:t xml:space="preserve">(cf. </w:t>
      </w:r>
      <w:r>
        <w:rPr>
          <w:i/>
          <w:iCs/>
        </w:rPr>
        <w:t>arrêté directorial n°75-2022-07-08-0005 du 08 Juillet 2022)</w:t>
      </w:r>
      <w:r>
        <w:t xml:space="preserve"> : </w:t>
      </w:r>
      <w:r>
        <w:rPr>
          <w:szCs w:val="18"/>
        </w:rPr>
        <w:t>074050</w:t>
      </w:r>
    </w:p>
    <w:p w14:paraId="4181BD44" w14:textId="77777777" w:rsidR="001C54A9" w:rsidRDefault="00EC1F9D">
      <w:pPr>
        <w:pStyle w:val="RedaliaNormal"/>
      </w:pPr>
      <w:r>
        <w:rPr>
          <w:u w:val="single"/>
        </w:rPr>
        <w:t>Imputation budgétaire</w:t>
      </w:r>
      <w:r>
        <w:t xml:space="preserve"> </w:t>
      </w:r>
      <w:r>
        <w:rPr>
          <w:i/>
          <w:iCs/>
        </w:rPr>
        <w:t>(cf. nomenclature budgétaire)</w:t>
      </w:r>
      <w:r>
        <w:t xml:space="preserve"> : </w:t>
      </w:r>
      <w:r>
        <w:rPr>
          <w:color w:val="000000"/>
          <w:szCs w:val="18"/>
        </w:rPr>
        <w:t>62832</w:t>
      </w:r>
    </w:p>
    <w:p w14:paraId="2946B4E4" w14:textId="77777777" w:rsidR="001C54A9" w:rsidRDefault="001C54A9">
      <w:pPr>
        <w:pStyle w:val="RedaliaNormal"/>
      </w:pPr>
    </w:p>
    <w:p w14:paraId="18966AD8" w14:textId="77777777" w:rsidR="001C54A9" w:rsidRDefault="00EC1F9D">
      <w:pPr>
        <w:pStyle w:val="RedaliaNormal"/>
      </w:pPr>
      <w:r>
        <w:rPr>
          <w:u w:val="single"/>
        </w:rPr>
        <w:t>Comptable assignataire des paiements</w:t>
      </w:r>
      <w:r>
        <w:t xml:space="preserve"> : Monsieur le Directeur Spécialisé des Finances Publiques pour l’Assistance Publique - Hô</w:t>
      </w:r>
      <w:r>
        <w:t>pitaux de Paris. 4 Rue de la Chine 75020 Paris</w:t>
      </w:r>
    </w:p>
    <w:p w14:paraId="5D8D960A" w14:textId="77777777" w:rsidR="001C54A9" w:rsidRDefault="001C54A9">
      <w:pPr>
        <w:pStyle w:val="RedaliaNormal"/>
      </w:pPr>
    </w:p>
    <w:p w14:paraId="1BC1F8F8" w14:textId="77777777" w:rsidR="001C54A9" w:rsidRDefault="00EC1F9D">
      <w:pPr>
        <w:pStyle w:val="RedaliaNormal"/>
      </w:pPr>
      <w:r>
        <w:rPr>
          <w:u w:val="single"/>
        </w:rPr>
        <w:t>Références de la personne habilitée à donner les renseignements</w:t>
      </w:r>
      <w:r>
        <w:t xml:space="preserve"> : </w:t>
      </w:r>
      <w:r>
        <w:rPr>
          <w:b/>
        </w:rPr>
        <w:t>La Directrice d’ACHAT</w:t>
      </w:r>
    </w:p>
    <w:p w14:paraId="7B78F4D1" w14:textId="77777777" w:rsidR="001C54A9" w:rsidRDefault="001C54A9">
      <w:pPr>
        <w:pStyle w:val="RedaliaNormal"/>
      </w:pPr>
    </w:p>
    <w:p w14:paraId="6A54F500" w14:textId="77777777" w:rsidR="001C54A9" w:rsidRDefault="00EC1F9D">
      <w:pPr>
        <w:pStyle w:val="RedaliaNormal"/>
      </w:pPr>
      <w:r>
        <w:t xml:space="preserve">Le présent marché, dont l’objet est </w:t>
      </w:r>
      <w:r>
        <w:rPr>
          <w:b/>
          <w:bCs/>
        </w:rPr>
        <w:t>l’enlèvement, le transport et le traitement des Déchets d’Activités Économiques (DA</w:t>
      </w:r>
      <w:r>
        <w:rPr>
          <w:b/>
          <w:bCs/>
        </w:rPr>
        <w:t xml:space="preserve">E) non dangereux, dont les Déchets Ménagers et Assimilés (DMA), pour le GHU </w:t>
      </w:r>
      <w:proofErr w:type="spellStart"/>
      <w:r>
        <w:rPr>
          <w:b/>
          <w:bCs/>
        </w:rPr>
        <w:t>APHP.Centre-Université</w:t>
      </w:r>
      <w:proofErr w:type="spellEnd"/>
      <w:r>
        <w:rPr>
          <w:b/>
          <w:bCs/>
        </w:rPr>
        <w:t xml:space="preserve"> de Paris Cité et l’Agence générale des équipements et produits de santé (lot n°04)</w:t>
      </w:r>
      <w:r>
        <w:t xml:space="preserve">, est conclu </w:t>
      </w:r>
      <w:bookmarkStart w:id="1" w:name="_Hlk201050798"/>
      <w:r>
        <w:t>avec la société ____________________________</w:t>
      </w:r>
      <w:proofErr w:type="gramStart"/>
      <w:r>
        <w:t>_</w:t>
      </w:r>
      <w:bookmarkEnd w:id="1"/>
      <w:r>
        <w:rPr>
          <w:u w:val="single"/>
        </w:rPr>
        <w:t xml:space="preserve"> </w:t>
      </w:r>
      <w:r>
        <w:t xml:space="preserve"> pour</w:t>
      </w:r>
      <w:proofErr w:type="gramEnd"/>
      <w:r>
        <w:t xml:space="preserve"> les durées</w:t>
      </w:r>
      <w:r>
        <w:t xml:space="preserve"> fermes suivantes : </w:t>
      </w:r>
    </w:p>
    <w:p w14:paraId="58480399" w14:textId="77777777" w:rsidR="001C54A9" w:rsidRDefault="001C54A9">
      <w:pPr>
        <w:pStyle w:val="RedaliaNormal"/>
      </w:pPr>
    </w:p>
    <w:tbl>
      <w:tblPr>
        <w:tblW w:w="9205" w:type="dxa"/>
        <w:tblInd w:w="38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07"/>
        <w:gridCol w:w="1701"/>
        <w:gridCol w:w="1697"/>
      </w:tblGrid>
      <w:tr w:rsidR="001C54A9" w14:paraId="203421F7" w14:textId="77777777">
        <w:tblPrEx>
          <w:tblCellMar>
            <w:top w:w="0" w:type="dxa"/>
            <w:bottom w:w="0" w:type="dxa"/>
          </w:tblCellMar>
        </w:tblPrEx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EF56C" w14:textId="77777777" w:rsidR="001C54A9" w:rsidRDefault="00EC1F9D">
            <w:pPr>
              <w:jc w:val="center"/>
              <w:rPr>
                <w:b/>
                <w:bCs/>
              </w:rPr>
            </w:pPr>
            <w:bookmarkStart w:id="2" w:name="_Hlk199848432"/>
            <w:r>
              <w:rPr>
                <w:b/>
                <w:bCs/>
              </w:rPr>
              <w:t>Hôpitaux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A1F35" w14:textId="77777777" w:rsidR="001C54A9" w:rsidRDefault="00EC1F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 de début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BE81B" w14:textId="77777777" w:rsidR="001C54A9" w:rsidRDefault="00EC1F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 de fin</w:t>
            </w:r>
          </w:p>
        </w:tc>
      </w:tr>
      <w:tr w:rsidR="001C54A9" w14:paraId="6B8C4DE8" w14:textId="77777777">
        <w:tblPrEx>
          <w:tblCellMar>
            <w:top w:w="0" w:type="dxa"/>
            <w:bottom w:w="0" w:type="dxa"/>
          </w:tblCellMar>
        </w:tblPrEx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7B628" w14:textId="77777777" w:rsidR="001C54A9" w:rsidRDefault="00EC1F9D">
            <w:pPr>
              <w:jc w:val="both"/>
            </w:pPr>
            <w:r>
              <w:t xml:space="preserve">L’Hôpital Européen Georges Pompidou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3E390" w14:textId="77777777" w:rsidR="001C54A9" w:rsidRDefault="00EC1F9D">
            <w:pPr>
              <w:jc w:val="center"/>
            </w:pPr>
            <w:r>
              <w:rPr>
                <w:b/>
                <w:bCs/>
              </w:rPr>
              <w:t>01/03/2026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DECA5" w14:textId="77777777" w:rsidR="001C54A9" w:rsidRDefault="00EC1F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28/02/2030</w:t>
            </w:r>
          </w:p>
        </w:tc>
      </w:tr>
      <w:tr w:rsidR="001C54A9" w14:paraId="478C5625" w14:textId="77777777">
        <w:tblPrEx>
          <w:tblCellMar>
            <w:top w:w="0" w:type="dxa"/>
            <w:bottom w:w="0" w:type="dxa"/>
          </w:tblCellMar>
        </w:tblPrEx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5A091" w14:textId="77777777" w:rsidR="001C54A9" w:rsidRDefault="00EC1F9D">
            <w:pPr>
              <w:jc w:val="both"/>
            </w:pPr>
            <w:r>
              <w:t>Autres hôpitaux du GHU rentrant dans le périmètre du lot et l’AGEPS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D81B8" w14:textId="77777777" w:rsidR="001C54A9" w:rsidRDefault="00EC1F9D">
            <w:pPr>
              <w:jc w:val="center"/>
            </w:pPr>
            <w:r>
              <w:rPr>
                <w:b/>
                <w:bCs/>
              </w:rPr>
              <w:t>01/06/2026</w:t>
            </w:r>
          </w:p>
        </w:tc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6154F" w14:textId="77777777" w:rsidR="001C54A9" w:rsidRDefault="001C54A9">
            <w:pPr>
              <w:jc w:val="both"/>
            </w:pPr>
          </w:p>
        </w:tc>
      </w:tr>
      <w:bookmarkEnd w:id="2"/>
    </w:tbl>
    <w:p w14:paraId="6DD1B4E3" w14:textId="77777777" w:rsidR="001C54A9" w:rsidRDefault="001C54A9">
      <w:pPr>
        <w:pStyle w:val="RedaliaNormal"/>
      </w:pPr>
    </w:p>
    <w:p w14:paraId="21155470" w14:textId="77777777" w:rsidR="001C54A9" w:rsidRDefault="00EC1F9D">
      <w:pPr>
        <w:pStyle w:val="RedaliaNormal"/>
        <w:numPr>
          <w:ilvl w:val="0"/>
          <w:numId w:val="35"/>
        </w:numPr>
        <w:ind w:left="851"/>
      </w:pPr>
      <w:r>
        <w:t>Montant Minimum HT</w:t>
      </w:r>
      <w:proofErr w:type="gramStart"/>
      <w:r>
        <w:t> :…</w:t>
      </w:r>
      <w:proofErr w:type="gramEnd"/>
      <w:r>
        <w:t xml:space="preserve">…………………………..€  soit </w:t>
      </w:r>
      <w:r>
        <w:t>………………………………. € TTC (TVA 20,00 %)</w:t>
      </w:r>
    </w:p>
    <w:p w14:paraId="4A551CC9" w14:textId="77777777" w:rsidR="001C54A9" w:rsidRDefault="00EC1F9D">
      <w:pPr>
        <w:pStyle w:val="RedaliaNormal"/>
        <w:numPr>
          <w:ilvl w:val="0"/>
          <w:numId w:val="35"/>
        </w:numPr>
        <w:ind w:left="851"/>
      </w:pPr>
      <w:r>
        <w:t>Montant Maximum HT</w:t>
      </w:r>
      <w:proofErr w:type="gramStart"/>
      <w:r>
        <w:t> :…</w:t>
      </w:r>
      <w:proofErr w:type="gramEnd"/>
      <w:r>
        <w:t>………………………… € soit ……………………………….. € TTC (TVA 20,00 %)</w:t>
      </w:r>
    </w:p>
    <w:p w14:paraId="3E3E2B87" w14:textId="77777777" w:rsidR="001C54A9" w:rsidRDefault="001C54A9">
      <w:pPr>
        <w:pStyle w:val="RedaliaNormal"/>
        <w:rPr>
          <w:iCs/>
        </w:rPr>
      </w:pPr>
    </w:p>
    <w:p w14:paraId="7218B215" w14:textId="77777777" w:rsidR="001C54A9" w:rsidRDefault="00EC1F9D">
      <w:pPr>
        <w:pStyle w:val="RedaliaNormal"/>
        <w:rPr>
          <w:iCs/>
        </w:rPr>
      </w:pPr>
      <w:r>
        <w:rPr>
          <w:iCs/>
        </w:rPr>
        <w:t>Le représentant du Pouvoir Adjudicateur se réserve le droit de recourir ultérieurement à la procédure négociée pour la réalisation de prestations s</w:t>
      </w:r>
      <w:r>
        <w:rPr>
          <w:iCs/>
        </w:rPr>
        <w:t>imilaires au sens de l’article R. 2122-7 du Code de la Commande Publique à hauteur de 100% du montant contractualisé.</w:t>
      </w:r>
    </w:p>
    <w:p w14:paraId="3874B9E1" w14:textId="77777777" w:rsidR="001C54A9" w:rsidRDefault="001C54A9">
      <w:pPr>
        <w:pStyle w:val="RedaliaNormal"/>
      </w:pPr>
    </w:p>
    <w:p w14:paraId="710BB617" w14:textId="77777777" w:rsidR="001C54A9" w:rsidRDefault="00EC1F9D">
      <w:pPr>
        <w:pStyle w:val="RedaliaNormal"/>
      </w:pPr>
      <w:r>
        <w:t xml:space="preserve">Si elle est établie dans un autre Etat membre de l’Union Européenne, la société titulaire devra impérativement faire figurer, sur chaque </w:t>
      </w:r>
      <w:r>
        <w:t xml:space="preserve">facture, le numéro individuel d’identification pour les opérations intracommunautaires de l’AP-HP : </w:t>
      </w:r>
      <w:r>
        <w:rPr>
          <w:b/>
          <w:bCs/>
        </w:rPr>
        <w:t>FR95267500452.</w:t>
      </w:r>
    </w:p>
    <w:p w14:paraId="695589E3" w14:textId="77777777" w:rsidR="001C54A9" w:rsidRDefault="001C54A9">
      <w:pPr>
        <w:pStyle w:val="RedaliaNormal"/>
      </w:pPr>
    </w:p>
    <w:p w14:paraId="1197BB49" w14:textId="77777777" w:rsidR="001C54A9" w:rsidRDefault="001C54A9">
      <w:pPr>
        <w:pStyle w:val="RedaliaNormal"/>
      </w:pPr>
    </w:p>
    <w:p w14:paraId="04F88FA1" w14:textId="77777777" w:rsidR="001C54A9" w:rsidRDefault="001C54A9">
      <w:pPr>
        <w:pStyle w:val="RedaliaNormal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9"/>
        <w:gridCol w:w="4989"/>
      </w:tblGrid>
      <w:tr w:rsidR="001C54A9" w14:paraId="7DB8F9E4" w14:textId="77777777">
        <w:tblPrEx>
          <w:tblCellMar>
            <w:top w:w="0" w:type="dxa"/>
            <w:bottom w:w="0" w:type="dxa"/>
          </w:tblCellMar>
        </w:tblPrEx>
        <w:tc>
          <w:tcPr>
            <w:tcW w:w="4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AB821" w14:textId="77777777" w:rsidR="001C54A9" w:rsidRDefault="001C54A9">
            <w:pPr>
              <w:pStyle w:val="RedaliaNormal"/>
            </w:pPr>
          </w:p>
        </w:tc>
        <w:tc>
          <w:tcPr>
            <w:tcW w:w="4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69D03" w14:textId="77777777" w:rsidR="001C54A9" w:rsidRDefault="00EC1F9D">
            <w:pPr>
              <w:pStyle w:val="RedaliaNormal"/>
              <w:jc w:val="center"/>
            </w:pPr>
            <w:r>
              <w:t>Le Kremlin-Bicêtre, le _____________</w:t>
            </w:r>
          </w:p>
          <w:p w14:paraId="29A23975" w14:textId="77777777" w:rsidR="001C54A9" w:rsidRDefault="00EC1F9D">
            <w:pPr>
              <w:pStyle w:val="RedaliaNormal"/>
              <w:jc w:val="center"/>
            </w:pPr>
            <w:r>
              <w:t>Pour le Directeur général,</w:t>
            </w:r>
          </w:p>
          <w:p w14:paraId="4F830E47" w14:textId="77777777" w:rsidR="001C54A9" w:rsidRDefault="00EC1F9D">
            <w:pPr>
              <w:pStyle w:val="RedaliaNormal"/>
              <w:jc w:val="center"/>
            </w:pPr>
            <w:proofErr w:type="gramStart"/>
            <w:r>
              <w:t>et</w:t>
            </w:r>
            <w:proofErr w:type="gramEnd"/>
            <w:r>
              <w:t xml:space="preserve"> par délégation</w:t>
            </w:r>
          </w:p>
          <w:p w14:paraId="71C78C49" w14:textId="77777777" w:rsidR="001C54A9" w:rsidRDefault="001C54A9">
            <w:pPr>
              <w:pStyle w:val="RedaliaNormal"/>
              <w:jc w:val="center"/>
            </w:pPr>
          </w:p>
          <w:p w14:paraId="0F5DCC33" w14:textId="77777777" w:rsidR="001C54A9" w:rsidRDefault="001C54A9">
            <w:pPr>
              <w:pStyle w:val="RedaliaNormal"/>
              <w:jc w:val="center"/>
            </w:pPr>
          </w:p>
          <w:p w14:paraId="1C6F87C9" w14:textId="77777777" w:rsidR="001C54A9" w:rsidRDefault="00EC1F9D">
            <w:pPr>
              <w:pStyle w:val="RedaliaNormal"/>
              <w:jc w:val="center"/>
            </w:pPr>
            <w:r>
              <w:t>La Directrice d’ACHAT</w:t>
            </w:r>
          </w:p>
        </w:tc>
      </w:tr>
    </w:tbl>
    <w:p w14:paraId="3C5791CB" w14:textId="77777777" w:rsidR="001C54A9" w:rsidRDefault="001C54A9">
      <w:pPr>
        <w:pStyle w:val="RedaliaNormal"/>
      </w:pPr>
    </w:p>
    <w:p w14:paraId="0680FD3B" w14:textId="77777777" w:rsidR="001C54A9" w:rsidRDefault="001C54A9">
      <w:pPr>
        <w:pageBreakBefore/>
        <w:widowControl/>
        <w:suppressAutoHyphens w:val="0"/>
      </w:pPr>
    </w:p>
    <w:p w14:paraId="1D7F63CD" w14:textId="77777777" w:rsidR="001C54A9" w:rsidRDefault="00EC1F9D">
      <w:pPr>
        <w:pStyle w:val="Redaliaencadre"/>
        <w:ind w:left="0" w:firstLine="0"/>
      </w:pPr>
      <w:r>
        <w:t xml:space="preserve">CADRE POUR FORMULE DE </w:t>
      </w:r>
      <w:r>
        <w:t>NANTISSEMENT OU CESSION DE CREANCES</w:t>
      </w:r>
    </w:p>
    <w:p w14:paraId="3B247F1F" w14:textId="77777777" w:rsidR="001C54A9" w:rsidRDefault="001C54A9">
      <w:pPr>
        <w:pStyle w:val="RedaliaNormal"/>
      </w:pPr>
    </w:p>
    <w:p w14:paraId="022DA554" w14:textId="77777777" w:rsidR="001C54A9" w:rsidRDefault="00EC1F9D">
      <w:pPr>
        <w:pStyle w:val="RedaliaNormal"/>
      </w:pPr>
      <w:r>
        <w:t>« Copie de l’original certifiée conforme à l’acte d’engagement délivrée en unique exemplaire pour être remise en cas de cession ou de nantissement de créances »</w:t>
      </w:r>
    </w:p>
    <w:p w14:paraId="2C2C2B8F" w14:textId="77777777" w:rsidR="001C54A9" w:rsidRDefault="001C54A9">
      <w:pPr>
        <w:pStyle w:val="RedaliaNormal"/>
      </w:pPr>
    </w:p>
    <w:p w14:paraId="358FCE97" w14:textId="77777777" w:rsidR="001C54A9" w:rsidRDefault="001C54A9">
      <w:pPr>
        <w:pStyle w:val="RedaliaNormal"/>
      </w:pPr>
    </w:p>
    <w:p w14:paraId="68F545D4" w14:textId="77777777" w:rsidR="001C54A9" w:rsidRDefault="001C54A9">
      <w:pPr>
        <w:pStyle w:val="RedaliaNormal"/>
      </w:pPr>
    </w:p>
    <w:p w14:paraId="2484C117" w14:textId="77777777" w:rsidR="001C54A9" w:rsidRDefault="001C54A9">
      <w:pPr>
        <w:pStyle w:val="RedaliaNormal"/>
      </w:pPr>
    </w:p>
    <w:p w14:paraId="13F0587D" w14:textId="77777777" w:rsidR="001C54A9" w:rsidRDefault="001C54A9">
      <w:pPr>
        <w:pStyle w:val="RedaliaNormal"/>
      </w:pPr>
    </w:p>
    <w:p w14:paraId="067F71AE" w14:textId="77777777" w:rsidR="001C54A9" w:rsidRDefault="00EC1F9D">
      <w:pPr>
        <w:pStyle w:val="RedaliaNormal"/>
        <w:jc w:val="center"/>
      </w:pPr>
      <w:r>
        <w:t>Au Kremlin-Bicêtre, le</w:t>
      </w:r>
    </w:p>
    <w:p w14:paraId="6238D183" w14:textId="77777777" w:rsidR="001C54A9" w:rsidRDefault="00EC1F9D">
      <w:pPr>
        <w:pStyle w:val="RedaliaNormal"/>
        <w:jc w:val="center"/>
      </w:pPr>
      <w:r>
        <w:t xml:space="preserve">Le Représentant du </w:t>
      </w:r>
      <w:r>
        <w:t>Pouvoir Adjudicateur</w:t>
      </w:r>
    </w:p>
    <w:p w14:paraId="38CA7C5C" w14:textId="77777777" w:rsidR="001C54A9" w:rsidRDefault="001C54A9">
      <w:pPr>
        <w:pStyle w:val="RedaliaNormal"/>
      </w:pPr>
    </w:p>
    <w:p w14:paraId="4B11B33B" w14:textId="77777777" w:rsidR="001C54A9" w:rsidRDefault="001C54A9">
      <w:pPr>
        <w:pStyle w:val="RedaliaNormal"/>
      </w:pPr>
    </w:p>
    <w:p w14:paraId="0115C829" w14:textId="77777777" w:rsidR="001C54A9" w:rsidRDefault="001C54A9">
      <w:pPr>
        <w:pStyle w:val="RedaliaNormal"/>
      </w:pPr>
    </w:p>
    <w:p w14:paraId="3BAC8BAF" w14:textId="77777777" w:rsidR="001C54A9" w:rsidRDefault="001C54A9">
      <w:pPr>
        <w:pStyle w:val="RedaliaNormal"/>
      </w:pPr>
    </w:p>
    <w:p w14:paraId="65779AA8" w14:textId="77777777" w:rsidR="001C54A9" w:rsidRDefault="001C54A9">
      <w:pPr>
        <w:pStyle w:val="RedaliaNormal"/>
      </w:pPr>
    </w:p>
    <w:p w14:paraId="3874FB6B" w14:textId="77777777" w:rsidR="001C54A9" w:rsidRDefault="001C54A9">
      <w:pPr>
        <w:pStyle w:val="RedaliaNormal"/>
      </w:pPr>
    </w:p>
    <w:p w14:paraId="7ADE1049" w14:textId="77777777" w:rsidR="001C54A9" w:rsidRDefault="001C54A9">
      <w:pPr>
        <w:pStyle w:val="RedaliaNormal"/>
      </w:pPr>
    </w:p>
    <w:p w14:paraId="3423A73F" w14:textId="77777777" w:rsidR="001C54A9" w:rsidRDefault="001C54A9">
      <w:pPr>
        <w:pStyle w:val="RedaliaNormal"/>
      </w:pPr>
    </w:p>
    <w:p w14:paraId="56D3F6EC" w14:textId="77777777" w:rsidR="001C54A9" w:rsidRDefault="001C54A9">
      <w:pPr>
        <w:pStyle w:val="RedaliaNormal"/>
      </w:pPr>
    </w:p>
    <w:p w14:paraId="1CB4B02D" w14:textId="77777777" w:rsidR="001C54A9" w:rsidRDefault="001C54A9">
      <w:pPr>
        <w:pStyle w:val="RedaliaNormal"/>
      </w:pPr>
    </w:p>
    <w:p w14:paraId="5AD76C2A" w14:textId="77777777" w:rsidR="001C54A9" w:rsidRDefault="001C54A9">
      <w:pPr>
        <w:pStyle w:val="RedaliaNormal"/>
      </w:pPr>
    </w:p>
    <w:p w14:paraId="155D5B7B" w14:textId="77777777" w:rsidR="001C54A9" w:rsidRDefault="001C54A9">
      <w:pPr>
        <w:pStyle w:val="RedaliaNormal"/>
      </w:pPr>
    </w:p>
    <w:p w14:paraId="398B3774" w14:textId="77777777" w:rsidR="001C54A9" w:rsidRDefault="001C54A9">
      <w:pPr>
        <w:pStyle w:val="RedaliaNormal"/>
      </w:pPr>
    </w:p>
    <w:p w14:paraId="2CDB38B4" w14:textId="77777777" w:rsidR="001C54A9" w:rsidRDefault="001C54A9">
      <w:pPr>
        <w:pStyle w:val="RedaliaNormal"/>
      </w:pPr>
    </w:p>
    <w:p w14:paraId="711B29E1" w14:textId="77777777" w:rsidR="001C54A9" w:rsidRDefault="001C54A9">
      <w:pPr>
        <w:pStyle w:val="RedaliaNormal"/>
      </w:pPr>
    </w:p>
    <w:p w14:paraId="3A228A6F" w14:textId="77777777" w:rsidR="001C54A9" w:rsidRDefault="001C54A9">
      <w:pPr>
        <w:pStyle w:val="RedaliaNormal"/>
      </w:pPr>
    </w:p>
    <w:p w14:paraId="5A259B2A" w14:textId="77777777" w:rsidR="001C54A9" w:rsidRDefault="001C54A9">
      <w:pPr>
        <w:pStyle w:val="RedaliaNormal"/>
      </w:pPr>
    </w:p>
    <w:p w14:paraId="6FBE881A" w14:textId="77777777" w:rsidR="001C54A9" w:rsidRDefault="001C54A9">
      <w:pPr>
        <w:pStyle w:val="RedaliaNormal"/>
      </w:pPr>
    </w:p>
    <w:p w14:paraId="7B783238" w14:textId="77777777" w:rsidR="001C54A9" w:rsidRDefault="001C54A9">
      <w:pPr>
        <w:pStyle w:val="RedaliaNormal"/>
      </w:pPr>
    </w:p>
    <w:p w14:paraId="4D2B9A62" w14:textId="77777777" w:rsidR="001C54A9" w:rsidRDefault="001C54A9">
      <w:pPr>
        <w:pStyle w:val="RedaliaNormal"/>
      </w:pPr>
    </w:p>
    <w:p w14:paraId="1CCE8E2D" w14:textId="77777777" w:rsidR="001C54A9" w:rsidRDefault="001C54A9">
      <w:pPr>
        <w:pStyle w:val="RedaliaNormal"/>
      </w:pPr>
    </w:p>
    <w:p w14:paraId="3B310F64" w14:textId="77777777" w:rsidR="001C54A9" w:rsidRDefault="001C54A9">
      <w:pPr>
        <w:pStyle w:val="RedaliaNormal"/>
      </w:pPr>
    </w:p>
    <w:p w14:paraId="64284E43" w14:textId="77777777" w:rsidR="001C54A9" w:rsidRDefault="001C54A9">
      <w:pPr>
        <w:pStyle w:val="RedaliaNormal"/>
      </w:pPr>
    </w:p>
    <w:p w14:paraId="794F3F7F" w14:textId="77777777" w:rsidR="001C54A9" w:rsidRDefault="001C54A9">
      <w:pPr>
        <w:pStyle w:val="RedaliaNormal"/>
      </w:pPr>
    </w:p>
    <w:p w14:paraId="7043DF33" w14:textId="77777777" w:rsidR="001C54A9" w:rsidRDefault="001C54A9">
      <w:pPr>
        <w:pStyle w:val="RedaliaNormal"/>
      </w:pPr>
    </w:p>
    <w:p w14:paraId="76D68F4D" w14:textId="77777777" w:rsidR="001C54A9" w:rsidRDefault="001C54A9">
      <w:pPr>
        <w:pStyle w:val="RedaliaNormal"/>
      </w:pPr>
    </w:p>
    <w:p w14:paraId="20446CD8" w14:textId="77777777" w:rsidR="001C54A9" w:rsidRDefault="001C54A9">
      <w:pPr>
        <w:pStyle w:val="RedaliaNormal"/>
      </w:pPr>
    </w:p>
    <w:p w14:paraId="7C105549" w14:textId="77777777" w:rsidR="001C54A9" w:rsidRDefault="001C54A9">
      <w:pPr>
        <w:pStyle w:val="RedaliaNormal"/>
      </w:pPr>
    </w:p>
    <w:p w14:paraId="19A4C1EA" w14:textId="77777777" w:rsidR="001C54A9" w:rsidRDefault="001C54A9">
      <w:pPr>
        <w:pageBreakBefore/>
        <w:widowControl/>
        <w:suppressAutoHyphens w:val="0"/>
      </w:pPr>
    </w:p>
    <w:p w14:paraId="60AFF32A" w14:textId="77777777" w:rsidR="001C54A9" w:rsidRDefault="00EC1F9D">
      <w:pPr>
        <w:pStyle w:val="Redaliaencadre"/>
        <w:ind w:left="0" w:firstLine="0"/>
      </w:pPr>
      <w:r>
        <w:t xml:space="preserve">ANNEXE A L’ACTE D’ENGAGEMENT RELATIVE AUX CLAUSES SOCIALES </w:t>
      </w:r>
    </w:p>
    <w:p w14:paraId="59108532" w14:textId="77777777" w:rsidR="001C54A9" w:rsidRDefault="001C54A9">
      <w:pPr>
        <w:pStyle w:val="RedaliaNormal"/>
      </w:pPr>
    </w:p>
    <w:p w14:paraId="69D2C16D" w14:textId="77777777" w:rsidR="001C54A9" w:rsidRDefault="00EC1F9D">
      <w:pPr>
        <w:tabs>
          <w:tab w:val="left" w:pos="360"/>
        </w:tabs>
        <w:jc w:val="both"/>
        <w:rPr>
          <w:rFonts w:cs="Open Sans"/>
          <w:iCs/>
          <w:szCs w:val="18"/>
        </w:rPr>
      </w:pPr>
      <w:bookmarkStart w:id="3" w:name="_Hlk200644404"/>
      <w:r>
        <w:rPr>
          <w:rFonts w:cs="Open Sans"/>
          <w:iCs/>
          <w:szCs w:val="18"/>
        </w:rPr>
        <w:t>Le titulaire,</w:t>
      </w:r>
    </w:p>
    <w:p w14:paraId="555372E0" w14:textId="77777777" w:rsidR="001C54A9" w:rsidRDefault="001C54A9">
      <w:pPr>
        <w:tabs>
          <w:tab w:val="left" w:pos="360"/>
        </w:tabs>
        <w:jc w:val="both"/>
        <w:rPr>
          <w:rFonts w:cs="Open Sans"/>
          <w:iCs/>
          <w:szCs w:val="18"/>
        </w:rPr>
      </w:pPr>
    </w:p>
    <w:p w14:paraId="7D6AD403" w14:textId="77777777" w:rsidR="001C54A9" w:rsidRDefault="001C54A9">
      <w:pPr>
        <w:tabs>
          <w:tab w:val="left" w:pos="360"/>
        </w:tabs>
        <w:jc w:val="both"/>
        <w:rPr>
          <w:rFonts w:cs="Open Sans"/>
          <w:iCs/>
          <w:szCs w:val="18"/>
        </w:rPr>
      </w:pPr>
    </w:p>
    <w:p w14:paraId="065472BA" w14:textId="77777777" w:rsidR="001C54A9" w:rsidRDefault="00EC1F9D">
      <w:pPr>
        <w:tabs>
          <w:tab w:val="left" w:pos="1701"/>
        </w:tabs>
        <w:jc w:val="both"/>
      </w:pPr>
      <w:r>
        <w:rPr>
          <w:rFonts w:cs="Open Sans"/>
          <w:iCs/>
          <w:szCs w:val="18"/>
        </w:rPr>
        <w:t>Représenté par :</w:t>
      </w:r>
      <w:r>
        <w:rPr>
          <w:rFonts w:cs="Open Sans"/>
          <w:iCs/>
          <w:szCs w:val="18"/>
        </w:rPr>
        <w:tab/>
      </w:r>
      <w:r>
        <w:rPr>
          <w:rFonts w:ascii="Montserrat" w:hAnsi="Montserrat" w:cs="Open Sans"/>
          <w:i/>
          <w:szCs w:val="18"/>
        </w:rPr>
        <w:t>Nom du signataire</w:t>
      </w:r>
    </w:p>
    <w:p w14:paraId="70C1F1F4" w14:textId="77777777" w:rsidR="001C54A9" w:rsidRDefault="00EC1F9D">
      <w:pPr>
        <w:tabs>
          <w:tab w:val="left" w:pos="1701"/>
        </w:tabs>
        <w:jc w:val="both"/>
        <w:rPr>
          <w:rFonts w:ascii="Montserrat" w:hAnsi="Montserrat" w:cs="Open Sans"/>
          <w:i/>
          <w:szCs w:val="18"/>
        </w:rPr>
      </w:pPr>
      <w:r>
        <w:rPr>
          <w:rFonts w:ascii="Montserrat" w:hAnsi="Montserrat" w:cs="Open Sans"/>
          <w:i/>
          <w:szCs w:val="18"/>
        </w:rPr>
        <w:tab/>
        <w:t>Prénom</w:t>
      </w:r>
    </w:p>
    <w:p w14:paraId="5B6C1A2C" w14:textId="77777777" w:rsidR="001C54A9" w:rsidRDefault="00EC1F9D">
      <w:pPr>
        <w:tabs>
          <w:tab w:val="left" w:pos="1701"/>
        </w:tabs>
        <w:jc w:val="both"/>
        <w:rPr>
          <w:rFonts w:ascii="Montserrat" w:hAnsi="Montserrat" w:cs="Open Sans"/>
          <w:i/>
          <w:szCs w:val="18"/>
        </w:rPr>
      </w:pPr>
      <w:r>
        <w:rPr>
          <w:rFonts w:ascii="Montserrat" w:hAnsi="Montserrat" w:cs="Open Sans"/>
          <w:i/>
          <w:szCs w:val="18"/>
        </w:rPr>
        <w:tab/>
        <w:t>Qualité</w:t>
      </w:r>
    </w:p>
    <w:p w14:paraId="5D34DFA0" w14:textId="77777777" w:rsidR="001C54A9" w:rsidRDefault="001C54A9">
      <w:pPr>
        <w:tabs>
          <w:tab w:val="left" w:pos="1701"/>
        </w:tabs>
        <w:jc w:val="both"/>
        <w:rPr>
          <w:rFonts w:cs="Open Sans"/>
          <w:iCs/>
          <w:szCs w:val="18"/>
        </w:rPr>
      </w:pPr>
    </w:p>
    <w:p w14:paraId="5073EE91" w14:textId="77777777" w:rsidR="001C54A9" w:rsidRDefault="001C54A9">
      <w:pPr>
        <w:tabs>
          <w:tab w:val="left" w:pos="360"/>
        </w:tabs>
        <w:jc w:val="both"/>
        <w:rPr>
          <w:rFonts w:cs="Open Sans"/>
          <w:iCs/>
          <w:szCs w:val="18"/>
        </w:rPr>
      </w:pPr>
    </w:p>
    <w:p w14:paraId="0A940AAB" w14:textId="77777777" w:rsidR="001C54A9" w:rsidRDefault="00EC1F9D">
      <w:pPr>
        <w:pStyle w:val="Paragraphedeliste"/>
        <w:numPr>
          <w:ilvl w:val="0"/>
          <w:numId w:val="36"/>
        </w:numPr>
        <w:jc w:val="both"/>
        <w:rPr>
          <w:rFonts w:ascii="Open Sans" w:hAnsi="Open Sans" w:cs="Open Sans"/>
          <w:iCs/>
          <w:sz w:val="18"/>
          <w:szCs w:val="18"/>
        </w:rPr>
      </w:pPr>
      <w:r>
        <w:rPr>
          <w:rFonts w:ascii="Open Sans" w:hAnsi="Open Sans" w:cs="Open Sans"/>
          <w:iCs/>
          <w:sz w:val="18"/>
          <w:szCs w:val="18"/>
        </w:rPr>
        <w:t xml:space="preserve">Déclare avoir pris connaissance du cahier des clauses </w:t>
      </w:r>
      <w:r>
        <w:rPr>
          <w:rFonts w:ascii="Open Sans" w:hAnsi="Open Sans" w:cs="Open Sans"/>
          <w:iCs/>
          <w:sz w:val="18"/>
          <w:szCs w:val="18"/>
        </w:rPr>
        <w:t>administratives particulières et notamment de l’article 9.9 relatifs à l’action obligatoire d’insertion ;</w:t>
      </w:r>
    </w:p>
    <w:p w14:paraId="6C69FB5D" w14:textId="77777777" w:rsidR="001C54A9" w:rsidRDefault="001C54A9">
      <w:pPr>
        <w:jc w:val="both"/>
        <w:rPr>
          <w:rFonts w:cs="Open Sans"/>
          <w:iCs/>
          <w:szCs w:val="18"/>
        </w:rPr>
      </w:pPr>
    </w:p>
    <w:p w14:paraId="38DD164C" w14:textId="77777777" w:rsidR="001C54A9" w:rsidRDefault="00EC1F9D">
      <w:pPr>
        <w:pStyle w:val="Paragraphedeliste"/>
        <w:numPr>
          <w:ilvl w:val="0"/>
          <w:numId w:val="37"/>
        </w:numPr>
        <w:jc w:val="both"/>
        <w:rPr>
          <w:rFonts w:ascii="Open Sans" w:hAnsi="Open Sans" w:cs="Open Sans"/>
          <w:iCs/>
          <w:sz w:val="18"/>
          <w:szCs w:val="18"/>
        </w:rPr>
      </w:pPr>
      <w:r>
        <w:rPr>
          <w:rFonts w:ascii="Open Sans" w:hAnsi="Open Sans" w:cs="Open Sans"/>
          <w:iCs/>
          <w:sz w:val="18"/>
          <w:szCs w:val="18"/>
        </w:rPr>
        <w:t xml:space="preserve">S’engage à réserver, dans l’exécution du marché, un nombre d’heures de travail au moins égal à celui indiqué à l’article 9.9.2 du cahier des clauses </w:t>
      </w:r>
      <w:r>
        <w:rPr>
          <w:rFonts w:ascii="Open Sans" w:hAnsi="Open Sans" w:cs="Open Sans"/>
          <w:iCs/>
          <w:sz w:val="18"/>
          <w:szCs w:val="18"/>
        </w:rPr>
        <w:t>administratives particulières à des personnes rencontrant des difficultés sociales ou professionnelles particulières ;</w:t>
      </w:r>
    </w:p>
    <w:p w14:paraId="14AD30A9" w14:textId="77777777" w:rsidR="001C54A9" w:rsidRDefault="001C54A9">
      <w:pPr>
        <w:jc w:val="both"/>
        <w:rPr>
          <w:rFonts w:cs="Open Sans"/>
          <w:iCs/>
          <w:szCs w:val="18"/>
        </w:rPr>
      </w:pPr>
    </w:p>
    <w:p w14:paraId="53308F12" w14:textId="77777777" w:rsidR="001C54A9" w:rsidRDefault="00EC1F9D">
      <w:pPr>
        <w:pStyle w:val="Paragraphedeliste"/>
        <w:numPr>
          <w:ilvl w:val="0"/>
          <w:numId w:val="37"/>
        </w:numPr>
        <w:jc w:val="both"/>
        <w:rPr>
          <w:rFonts w:ascii="Open Sans" w:hAnsi="Open Sans" w:cs="Open Sans"/>
          <w:iCs/>
          <w:sz w:val="18"/>
          <w:szCs w:val="18"/>
        </w:rPr>
      </w:pPr>
      <w:r>
        <w:rPr>
          <w:rFonts w:ascii="Open Sans" w:hAnsi="Open Sans" w:cs="Open Sans"/>
          <w:iCs/>
          <w:sz w:val="18"/>
          <w:szCs w:val="18"/>
        </w:rPr>
        <w:t>S’engage à prendre l’attache de l’Ensemble Paris Emploi Compétences (EPEC), facilitateur désigné par le pouvoir adjudicateur, afin de pr</w:t>
      </w:r>
      <w:r>
        <w:rPr>
          <w:rFonts w:ascii="Open Sans" w:hAnsi="Open Sans" w:cs="Open Sans"/>
          <w:iCs/>
          <w:sz w:val="18"/>
          <w:szCs w:val="18"/>
        </w:rPr>
        <w:t>éciser ou de définir les modalités de mise en œuvre des clauses sociales. Un plan d’action pourra être élaboré à cet effet et validé par l’EPEC ;</w:t>
      </w:r>
    </w:p>
    <w:p w14:paraId="08ED90EA" w14:textId="77777777" w:rsidR="001C54A9" w:rsidRDefault="001C54A9">
      <w:pPr>
        <w:jc w:val="both"/>
        <w:rPr>
          <w:rFonts w:cs="Open Sans"/>
          <w:iCs/>
          <w:szCs w:val="18"/>
        </w:rPr>
      </w:pPr>
    </w:p>
    <w:p w14:paraId="1CDD1FA6" w14:textId="77777777" w:rsidR="001C54A9" w:rsidRDefault="00EC1F9D">
      <w:pPr>
        <w:pStyle w:val="Paragraphedeliste"/>
        <w:numPr>
          <w:ilvl w:val="0"/>
          <w:numId w:val="38"/>
        </w:numPr>
        <w:jc w:val="both"/>
        <w:rPr>
          <w:rFonts w:ascii="Open Sans" w:hAnsi="Open Sans" w:cs="Open Sans"/>
          <w:iCs/>
          <w:sz w:val="18"/>
          <w:szCs w:val="18"/>
        </w:rPr>
      </w:pPr>
      <w:r>
        <w:rPr>
          <w:rFonts w:ascii="Open Sans" w:hAnsi="Open Sans" w:cs="Open Sans"/>
          <w:iCs/>
          <w:sz w:val="18"/>
          <w:szCs w:val="18"/>
        </w:rPr>
        <w:t>S’engage à fournir, à la demande du pouvoir adjudicateur et dans un délai qui lui sera imparti, toutes inform</w:t>
      </w:r>
      <w:r>
        <w:rPr>
          <w:rFonts w:ascii="Open Sans" w:hAnsi="Open Sans" w:cs="Open Sans"/>
          <w:iCs/>
          <w:sz w:val="18"/>
          <w:szCs w:val="18"/>
        </w:rPr>
        <w:t>ations utiles à l’appréciation de la réalisation de l’action d’insertion.</w:t>
      </w:r>
    </w:p>
    <w:bookmarkEnd w:id="3"/>
    <w:p w14:paraId="6A13F772" w14:textId="77777777" w:rsidR="001C54A9" w:rsidRDefault="001C54A9">
      <w:pPr>
        <w:jc w:val="both"/>
        <w:rPr>
          <w:rFonts w:cs="Open Sans"/>
          <w:iCs/>
          <w:szCs w:val="18"/>
        </w:rPr>
      </w:pPr>
    </w:p>
    <w:p w14:paraId="1B08CFF2" w14:textId="77777777" w:rsidR="001C54A9" w:rsidRDefault="001C54A9">
      <w:pPr>
        <w:rPr>
          <w:rFonts w:eastAsia="Calibri" w:cs="Open Sans"/>
          <w:szCs w:val="18"/>
          <w:lang w:eastAsia="en-US"/>
        </w:rPr>
      </w:pPr>
    </w:p>
    <w:p w14:paraId="3C1E303C" w14:textId="77777777" w:rsidR="001C54A9" w:rsidRDefault="001C54A9">
      <w:pPr>
        <w:spacing w:line="360" w:lineRule="auto"/>
        <w:jc w:val="both"/>
        <w:rPr>
          <w:rFonts w:cs="Open Sans"/>
          <w:color w:val="FF0000"/>
          <w:szCs w:val="18"/>
        </w:rPr>
      </w:pPr>
    </w:p>
    <w:p w14:paraId="6D2D45E9" w14:textId="77777777" w:rsidR="001C54A9" w:rsidRDefault="001C54A9">
      <w:pPr>
        <w:spacing w:line="360" w:lineRule="auto"/>
        <w:jc w:val="both"/>
        <w:rPr>
          <w:rFonts w:cs="Open Sans"/>
          <w:color w:val="FF0000"/>
          <w:szCs w:val="18"/>
        </w:rPr>
      </w:pPr>
    </w:p>
    <w:p w14:paraId="7CDFECDC" w14:textId="77777777" w:rsidR="001C54A9" w:rsidRDefault="00EC1F9D">
      <w:pPr>
        <w:pStyle w:val="Retraitcorpsdetexte"/>
        <w:ind w:left="0"/>
        <w:jc w:val="both"/>
        <w:rPr>
          <w:rFonts w:ascii="Open Sans" w:hAnsi="Open Sans" w:cs="Open Sans"/>
          <w:iCs/>
          <w:sz w:val="18"/>
          <w:szCs w:val="18"/>
        </w:rPr>
      </w:pPr>
      <w:r>
        <w:rPr>
          <w:rFonts w:ascii="Open Sans" w:hAnsi="Open Sans" w:cs="Open Sans"/>
          <w:iCs/>
          <w:sz w:val="18"/>
          <w:szCs w:val="18"/>
        </w:rPr>
        <w:t>Fait à …………………………………….</w:t>
      </w:r>
      <w:r>
        <w:rPr>
          <w:rFonts w:ascii="Open Sans" w:hAnsi="Open Sans" w:cs="Open Sans"/>
          <w:iCs/>
          <w:sz w:val="18"/>
          <w:szCs w:val="18"/>
        </w:rPr>
        <w:tab/>
      </w:r>
      <w:r>
        <w:rPr>
          <w:rFonts w:ascii="Open Sans" w:hAnsi="Open Sans" w:cs="Open Sans"/>
          <w:iCs/>
          <w:sz w:val="18"/>
          <w:szCs w:val="18"/>
        </w:rPr>
        <w:tab/>
        <w:t>Le ……………………</w:t>
      </w:r>
    </w:p>
    <w:p w14:paraId="358E9F72" w14:textId="77777777" w:rsidR="001C54A9" w:rsidRDefault="001C54A9">
      <w:pPr>
        <w:jc w:val="both"/>
        <w:rPr>
          <w:rFonts w:cs="Open Sans"/>
          <w:iCs/>
          <w:szCs w:val="18"/>
        </w:rPr>
      </w:pPr>
    </w:p>
    <w:p w14:paraId="3B87A511" w14:textId="77777777" w:rsidR="001C54A9" w:rsidRDefault="001C54A9">
      <w:pPr>
        <w:jc w:val="both"/>
        <w:rPr>
          <w:rFonts w:cs="Open Sans"/>
          <w:iCs/>
          <w:szCs w:val="18"/>
        </w:rPr>
      </w:pPr>
    </w:p>
    <w:p w14:paraId="5DD4500C" w14:textId="77777777" w:rsidR="001C54A9" w:rsidRDefault="001C54A9">
      <w:pPr>
        <w:jc w:val="both"/>
        <w:rPr>
          <w:rFonts w:cs="Open Sans"/>
          <w:iCs/>
          <w:szCs w:val="18"/>
        </w:rPr>
      </w:pPr>
    </w:p>
    <w:p w14:paraId="350FB227" w14:textId="77777777" w:rsidR="001C54A9" w:rsidRDefault="00EC1F9D">
      <w:pPr>
        <w:tabs>
          <w:tab w:val="left" w:pos="4962"/>
        </w:tabs>
        <w:jc w:val="both"/>
        <w:rPr>
          <w:rFonts w:cs="Open Sans"/>
          <w:iCs/>
          <w:szCs w:val="18"/>
        </w:rPr>
      </w:pPr>
      <w:r>
        <w:rPr>
          <w:rFonts w:cs="Open Sans"/>
          <w:iCs/>
          <w:szCs w:val="18"/>
        </w:rPr>
        <w:t>Le Titulaire</w:t>
      </w:r>
    </w:p>
    <w:p w14:paraId="36325B2F" w14:textId="77777777" w:rsidR="001C54A9" w:rsidRDefault="001C54A9">
      <w:pPr>
        <w:tabs>
          <w:tab w:val="left" w:pos="4962"/>
        </w:tabs>
        <w:jc w:val="both"/>
        <w:rPr>
          <w:rFonts w:cs="Open Sans"/>
          <w:iCs/>
          <w:szCs w:val="18"/>
        </w:rPr>
      </w:pPr>
    </w:p>
    <w:p w14:paraId="44E0EBD2" w14:textId="77777777" w:rsidR="001C54A9" w:rsidRDefault="00EC1F9D">
      <w:pPr>
        <w:jc w:val="both"/>
        <w:rPr>
          <w:rFonts w:cs="Open Sans"/>
          <w:iCs/>
          <w:szCs w:val="18"/>
        </w:rPr>
      </w:pPr>
      <w:r>
        <w:rPr>
          <w:rFonts w:cs="Open Sans"/>
          <w:iCs/>
          <w:szCs w:val="18"/>
        </w:rPr>
        <w:t>(Signature et cachet)</w:t>
      </w:r>
    </w:p>
    <w:p w14:paraId="03C3B7A7" w14:textId="77777777" w:rsidR="001C54A9" w:rsidRDefault="001C54A9">
      <w:pPr>
        <w:pStyle w:val="RedaliaNormal"/>
      </w:pPr>
    </w:p>
    <w:sectPr w:rsidR="001C54A9">
      <w:footerReference w:type="default" r:id="rId10"/>
      <w:pgSz w:w="11906" w:h="16838"/>
      <w:pgMar w:top="567" w:right="964" w:bottom="567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94FFB" w14:textId="77777777" w:rsidR="00000000" w:rsidRDefault="00EC1F9D">
      <w:r>
        <w:separator/>
      </w:r>
    </w:p>
  </w:endnote>
  <w:endnote w:type="continuationSeparator" w:id="0">
    <w:p w14:paraId="7945CD4E" w14:textId="77777777" w:rsidR="00000000" w:rsidRDefault="00EC1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322"/>
      <w:gridCol w:w="3323"/>
      <w:gridCol w:w="3323"/>
    </w:tblGrid>
    <w:tr w:rsidR="00DE7CA6" w14:paraId="20AD7239" w14:textId="77777777">
      <w:tblPrEx>
        <w:tblCellMar>
          <w:top w:w="0" w:type="dxa"/>
          <w:bottom w:w="0" w:type="dxa"/>
        </w:tblCellMar>
      </w:tblPrEx>
      <w:trPr>
        <w:trHeight w:val="397"/>
      </w:trPr>
      <w:tc>
        <w:tcPr>
          <w:tcW w:w="332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DE52189" w14:textId="77777777" w:rsidR="00DE7CA6" w:rsidRDefault="00EC1F9D">
          <w:pPr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AP-HP</w:t>
          </w:r>
        </w:p>
      </w:tc>
      <w:tc>
        <w:tcPr>
          <w:tcW w:w="332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A446221" w14:textId="77777777" w:rsidR="00DE7CA6" w:rsidRDefault="00EC1F9D">
          <w:pPr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Consultation n°25-062</w:t>
          </w:r>
        </w:p>
      </w:tc>
      <w:tc>
        <w:tcPr>
          <w:tcW w:w="332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5C757244" w14:textId="77777777" w:rsidR="00DE7CA6" w:rsidRDefault="00EC1F9D">
          <w:pPr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ACHAT</w:t>
          </w:r>
        </w:p>
      </w:tc>
    </w:tr>
    <w:tr w:rsidR="00DE7CA6" w14:paraId="293A4CBE" w14:textId="77777777">
      <w:tblPrEx>
        <w:tblCellMar>
          <w:top w:w="0" w:type="dxa"/>
          <w:bottom w:w="0" w:type="dxa"/>
        </w:tblCellMar>
      </w:tblPrEx>
      <w:trPr>
        <w:trHeight w:val="397"/>
      </w:trPr>
      <w:tc>
        <w:tcPr>
          <w:tcW w:w="332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903AE2E" w14:textId="77777777" w:rsidR="00DE7CA6" w:rsidRDefault="00EC1F9D">
          <w:pPr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ACTEN.7</w:t>
          </w:r>
        </w:p>
      </w:tc>
      <w:tc>
        <w:tcPr>
          <w:tcW w:w="332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5D3DDA66" w14:textId="77777777" w:rsidR="00DE7CA6" w:rsidRDefault="00EC1F9D">
          <w:pPr>
            <w:jc w:val="center"/>
          </w:pPr>
          <w:r>
            <w:rPr>
              <w:rFonts w:cs="Calibri"/>
              <w:sz w:val="16"/>
              <w:szCs w:val="16"/>
            </w:rPr>
            <w:t>Dernière mise à jour du : 18/06/2025</w:t>
          </w:r>
        </w:p>
      </w:tc>
      <w:tc>
        <w:tcPr>
          <w:tcW w:w="332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8F06408" w14:textId="77777777" w:rsidR="00DE7CA6" w:rsidRDefault="00EC1F9D">
          <w:pPr>
            <w:jc w:val="center"/>
          </w:pPr>
          <w:r>
            <w:rPr>
              <w:rFonts w:cs="Calibri"/>
              <w:sz w:val="16"/>
              <w:szCs w:val="16"/>
            </w:rPr>
            <w:t xml:space="preserve">Page </w:t>
          </w:r>
          <w:r>
            <w:rPr>
              <w:rFonts w:cs="Calibri"/>
              <w:b/>
              <w:bCs/>
              <w:sz w:val="16"/>
              <w:szCs w:val="16"/>
            </w:rPr>
            <w:fldChar w:fldCharType="begin"/>
          </w:r>
          <w:r>
            <w:rPr>
              <w:rFonts w:cs="Calibri"/>
              <w:b/>
              <w:bCs/>
              <w:sz w:val="16"/>
              <w:szCs w:val="16"/>
            </w:rPr>
            <w:instrText xml:space="preserve"> PAGE \* ARABIC </w:instrText>
          </w:r>
          <w:r>
            <w:rPr>
              <w:rFonts w:cs="Calibri"/>
              <w:b/>
              <w:bCs/>
              <w:sz w:val="16"/>
              <w:szCs w:val="16"/>
            </w:rPr>
            <w:fldChar w:fldCharType="separate"/>
          </w:r>
          <w:r>
            <w:rPr>
              <w:rFonts w:cs="Calibri"/>
              <w:b/>
              <w:bCs/>
              <w:sz w:val="16"/>
              <w:szCs w:val="16"/>
            </w:rPr>
            <w:t>10</w:t>
          </w:r>
          <w:r>
            <w:rPr>
              <w:rFonts w:cs="Calibri"/>
              <w:b/>
              <w:bCs/>
              <w:sz w:val="16"/>
              <w:szCs w:val="16"/>
            </w:rPr>
            <w:fldChar w:fldCharType="end"/>
          </w:r>
          <w:r>
            <w:rPr>
              <w:rFonts w:cs="Calibri"/>
              <w:sz w:val="16"/>
              <w:szCs w:val="16"/>
            </w:rPr>
            <w:t xml:space="preserve"> sur </w:t>
          </w:r>
          <w:r>
            <w:rPr>
              <w:rFonts w:cs="Calibri"/>
              <w:b/>
              <w:bCs/>
              <w:sz w:val="16"/>
              <w:szCs w:val="16"/>
            </w:rPr>
            <w:fldChar w:fldCharType="begin"/>
          </w:r>
          <w:r>
            <w:rPr>
              <w:rFonts w:cs="Calibri"/>
              <w:b/>
              <w:bCs/>
              <w:sz w:val="16"/>
              <w:szCs w:val="16"/>
            </w:rPr>
            <w:instrText xml:space="preserve"> NUMPAGES \* ARABIC </w:instrText>
          </w:r>
          <w:r>
            <w:rPr>
              <w:rFonts w:cs="Calibri"/>
              <w:b/>
              <w:bCs/>
              <w:sz w:val="16"/>
              <w:szCs w:val="16"/>
            </w:rPr>
            <w:fldChar w:fldCharType="separate"/>
          </w:r>
          <w:r>
            <w:rPr>
              <w:rFonts w:cs="Calibri"/>
              <w:b/>
              <w:bCs/>
              <w:sz w:val="16"/>
              <w:szCs w:val="16"/>
            </w:rPr>
            <w:t>10</w:t>
          </w:r>
          <w:r>
            <w:rPr>
              <w:rFonts w:cs="Calibri"/>
              <w:b/>
              <w:bCs/>
              <w:sz w:val="16"/>
              <w:szCs w:val="16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81508" w14:textId="77777777" w:rsidR="00DE7CA6" w:rsidRDefault="00EC1F9D">
    <w:pPr>
      <w:rPr>
        <w:vanish/>
      </w:rPr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322"/>
      <w:gridCol w:w="3323"/>
      <w:gridCol w:w="3323"/>
    </w:tblGrid>
    <w:tr w:rsidR="00DE7CA6" w14:paraId="39B84D1F" w14:textId="77777777">
      <w:tblPrEx>
        <w:tblCellMar>
          <w:top w:w="0" w:type="dxa"/>
          <w:bottom w:w="0" w:type="dxa"/>
        </w:tblCellMar>
      </w:tblPrEx>
      <w:trPr>
        <w:trHeight w:val="397"/>
      </w:trPr>
      <w:tc>
        <w:tcPr>
          <w:tcW w:w="332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00BBB132" w14:textId="77777777" w:rsidR="00DE7CA6" w:rsidRDefault="00EC1F9D">
          <w:pPr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AP-HP</w:t>
          </w:r>
        </w:p>
      </w:tc>
      <w:tc>
        <w:tcPr>
          <w:tcW w:w="332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B89841C" w14:textId="77777777" w:rsidR="00DE7CA6" w:rsidRDefault="00EC1F9D">
          <w:pPr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Consultation n°25-062</w:t>
          </w:r>
        </w:p>
      </w:tc>
      <w:tc>
        <w:tcPr>
          <w:tcW w:w="332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59E01D0" w14:textId="77777777" w:rsidR="00DE7CA6" w:rsidRDefault="00EC1F9D">
          <w:pPr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ACHAT</w:t>
          </w:r>
        </w:p>
      </w:tc>
    </w:tr>
    <w:tr w:rsidR="00DE7CA6" w14:paraId="3D6808DD" w14:textId="77777777">
      <w:tblPrEx>
        <w:tblCellMar>
          <w:top w:w="0" w:type="dxa"/>
          <w:bottom w:w="0" w:type="dxa"/>
        </w:tblCellMar>
      </w:tblPrEx>
      <w:trPr>
        <w:trHeight w:val="397"/>
      </w:trPr>
      <w:tc>
        <w:tcPr>
          <w:tcW w:w="332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E737FD1" w14:textId="77777777" w:rsidR="00DE7CA6" w:rsidRDefault="00EC1F9D">
          <w:pPr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ACTEN.7</w:t>
          </w:r>
        </w:p>
      </w:tc>
      <w:tc>
        <w:tcPr>
          <w:tcW w:w="332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5FFB61CC" w14:textId="77777777" w:rsidR="00DE7CA6" w:rsidRDefault="00EC1F9D">
          <w:pPr>
            <w:jc w:val="center"/>
          </w:pPr>
          <w:r>
            <w:rPr>
              <w:rFonts w:cs="Calibri"/>
              <w:sz w:val="16"/>
              <w:szCs w:val="16"/>
            </w:rPr>
            <w:t>Dernière mise à jour du : 11/06/2025</w:t>
          </w:r>
        </w:p>
      </w:tc>
      <w:tc>
        <w:tcPr>
          <w:tcW w:w="332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9E3A61A" w14:textId="77777777" w:rsidR="00DE7CA6" w:rsidRDefault="00EC1F9D">
          <w:pPr>
            <w:jc w:val="center"/>
          </w:pPr>
          <w:r>
            <w:rPr>
              <w:rFonts w:cs="Calibri"/>
              <w:sz w:val="16"/>
              <w:szCs w:val="16"/>
            </w:rPr>
            <w:t xml:space="preserve">Page </w:t>
          </w:r>
          <w:r>
            <w:rPr>
              <w:rFonts w:cs="Calibri"/>
              <w:b/>
              <w:bCs/>
              <w:sz w:val="16"/>
              <w:szCs w:val="16"/>
            </w:rPr>
            <w:fldChar w:fldCharType="begin"/>
          </w:r>
          <w:r>
            <w:rPr>
              <w:rFonts w:cs="Calibri"/>
              <w:b/>
              <w:bCs/>
              <w:sz w:val="16"/>
              <w:szCs w:val="16"/>
            </w:rPr>
            <w:instrText xml:space="preserve"> PAGE \* ARABIC </w:instrText>
          </w:r>
          <w:r>
            <w:rPr>
              <w:rFonts w:cs="Calibri"/>
              <w:b/>
              <w:bCs/>
              <w:sz w:val="16"/>
              <w:szCs w:val="16"/>
            </w:rPr>
            <w:fldChar w:fldCharType="separate"/>
          </w:r>
          <w:r>
            <w:rPr>
              <w:rFonts w:cs="Calibri"/>
              <w:b/>
              <w:bCs/>
              <w:sz w:val="16"/>
              <w:szCs w:val="16"/>
            </w:rPr>
            <w:t>10</w:t>
          </w:r>
          <w:r>
            <w:rPr>
              <w:rFonts w:cs="Calibri"/>
              <w:b/>
              <w:bCs/>
              <w:sz w:val="16"/>
              <w:szCs w:val="16"/>
            </w:rPr>
            <w:fldChar w:fldCharType="end"/>
          </w:r>
          <w:r>
            <w:rPr>
              <w:rFonts w:cs="Calibri"/>
              <w:sz w:val="16"/>
              <w:szCs w:val="16"/>
            </w:rPr>
            <w:t xml:space="preserve"> sur </w:t>
          </w:r>
          <w:r>
            <w:rPr>
              <w:rFonts w:cs="Calibri"/>
              <w:b/>
              <w:bCs/>
              <w:sz w:val="16"/>
              <w:szCs w:val="16"/>
            </w:rPr>
            <w:fldChar w:fldCharType="begin"/>
          </w:r>
          <w:r>
            <w:rPr>
              <w:rFonts w:cs="Calibri"/>
              <w:b/>
              <w:bCs/>
              <w:sz w:val="16"/>
              <w:szCs w:val="16"/>
            </w:rPr>
            <w:instrText xml:space="preserve"> NUMPAGES \* ARABIC </w:instrText>
          </w:r>
          <w:r>
            <w:rPr>
              <w:rFonts w:cs="Calibri"/>
              <w:b/>
              <w:bCs/>
              <w:sz w:val="16"/>
              <w:szCs w:val="16"/>
            </w:rPr>
            <w:fldChar w:fldCharType="separate"/>
          </w:r>
          <w:r>
            <w:rPr>
              <w:rFonts w:cs="Calibri"/>
              <w:b/>
              <w:bCs/>
              <w:sz w:val="16"/>
              <w:szCs w:val="16"/>
            </w:rPr>
            <w:t>10</w:t>
          </w:r>
          <w:r>
            <w:rPr>
              <w:rFonts w:cs="Calibri"/>
              <w:b/>
              <w:bCs/>
              <w:sz w:val="16"/>
              <w:szCs w:val="16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9E990" w14:textId="77777777" w:rsidR="00000000" w:rsidRDefault="00EC1F9D">
      <w:r>
        <w:rPr>
          <w:color w:val="000000"/>
        </w:rPr>
        <w:separator/>
      </w:r>
    </w:p>
  </w:footnote>
  <w:footnote w:type="continuationSeparator" w:id="0">
    <w:p w14:paraId="450A5C26" w14:textId="77777777" w:rsidR="00000000" w:rsidRDefault="00EC1F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07949"/>
    <w:multiLevelType w:val="multilevel"/>
    <w:tmpl w:val="886AEA00"/>
    <w:styleLink w:val="WWOutlineListStyle11"/>
    <w:lvl w:ilvl="0">
      <w:start w:val="1"/>
      <w:numFmt w:val="decimal"/>
      <w:pStyle w:val="RedaliaTitre1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lvlText w:val="%1.%2.%3"/>
      <w:lvlJc w:val="left"/>
      <w:pPr>
        <w:ind w:left="1080" w:hanging="36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 w15:restartNumberingAfterBreak="0">
    <w:nsid w:val="14720A8B"/>
    <w:multiLevelType w:val="multilevel"/>
    <w:tmpl w:val="5802B236"/>
    <w:styleLink w:val="LFO11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F94A8A"/>
    <w:multiLevelType w:val="multilevel"/>
    <w:tmpl w:val="A244B53E"/>
    <w:styleLink w:val="NumberingABC"/>
    <w:lvl w:ilvl="0">
      <w:start w:val="1"/>
      <w:numFmt w:val="upperLetter"/>
      <w:pStyle w:val="Redaliaencadre"/>
      <w:suff w:val="space"/>
      <w:lvlText w:val="%1)"/>
      <w:lvlJc w:val="left"/>
      <w:pPr>
        <w:ind w:left="283" w:firstLine="74"/>
      </w:pPr>
    </w:lvl>
    <w:lvl w:ilvl="1">
      <w:start w:val="1"/>
      <w:numFmt w:val="upperLetter"/>
      <w:lvlText w:val="%2."/>
      <w:lvlJc w:val="left"/>
      <w:pPr>
        <w:ind w:left="1151" w:hanging="397"/>
      </w:pPr>
    </w:lvl>
    <w:lvl w:ilvl="2">
      <w:start w:val="1"/>
      <w:numFmt w:val="upperLetter"/>
      <w:lvlText w:val="%3."/>
      <w:lvlJc w:val="left"/>
      <w:pPr>
        <w:ind w:left="1548" w:hanging="397"/>
      </w:pPr>
    </w:lvl>
    <w:lvl w:ilvl="3">
      <w:start w:val="1"/>
      <w:numFmt w:val="upperLetter"/>
      <w:lvlText w:val="%4."/>
      <w:lvlJc w:val="left"/>
      <w:pPr>
        <w:ind w:left="1945" w:hanging="397"/>
      </w:pPr>
    </w:lvl>
    <w:lvl w:ilvl="4">
      <w:start w:val="1"/>
      <w:numFmt w:val="upperLetter"/>
      <w:lvlText w:val="%5."/>
      <w:lvlJc w:val="left"/>
      <w:pPr>
        <w:ind w:left="2342" w:hanging="397"/>
      </w:pPr>
    </w:lvl>
    <w:lvl w:ilvl="5">
      <w:start w:val="1"/>
      <w:numFmt w:val="upperLetter"/>
      <w:lvlText w:val="%6."/>
      <w:lvlJc w:val="left"/>
      <w:pPr>
        <w:ind w:left="2739" w:hanging="397"/>
      </w:pPr>
    </w:lvl>
    <w:lvl w:ilvl="6">
      <w:start w:val="1"/>
      <w:numFmt w:val="upperLetter"/>
      <w:lvlText w:val="%7."/>
      <w:lvlJc w:val="left"/>
      <w:pPr>
        <w:ind w:left="3136" w:hanging="397"/>
      </w:pPr>
    </w:lvl>
    <w:lvl w:ilvl="7">
      <w:start w:val="1"/>
      <w:numFmt w:val="upperLetter"/>
      <w:lvlText w:val="%8."/>
      <w:lvlJc w:val="left"/>
      <w:pPr>
        <w:ind w:left="3533" w:hanging="397"/>
      </w:pPr>
    </w:lvl>
    <w:lvl w:ilvl="8">
      <w:start w:val="1"/>
      <w:numFmt w:val="upperLetter"/>
      <w:lvlText w:val="%9."/>
      <w:lvlJc w:val="left"/>
      <w:pPr>
        <w:ind w:left="3930" w:hanging="397"/>
      </w:pPr>
    </w:lvl>
  </w:abstractNum>
  <w:abstractNum w:abstractNumId="3" w15:restartNumberingAfterBreak="0">
    <w:nsid w:val="15BD3AF2"/>
    <w:multiLevelType w:val="multilevel"/>
    <w:tmpl w:val="4D0C5DD2"/>
    <w:styleLink w:val="WWOutlineList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36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15CB49C5"/>
    <w:multiLevelType w:val="multilevel"/>
    <w:tmpl w:val="9BA8F138"/>
    <w:styleLink w:val="LFO3"/>
    <w:lvl w:ilvl="0">
      <w:numFmt w:val="bullet"/>
      <w:pStyle w:val="RedaliaRetraitPuceniveau3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A6E1995"/>
    <w:multiLevelType w:val="multilevel"/>
    <w:tmpl w:val="42A6670C"/>
    <w:styleLink w:val="WWOutlineListStyl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36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1AD64442"/>
    <w:multiLevelType w:val="multilevel"/>
    <w:tmpl w:val="B772273C"/>
    <w:styleLink w:val="WWOutlineListStyl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36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B2C2EF1"/>
    <w:multiLevelType w:val="multilevel"/>
    <w:tmpl w:val="320452C2"/>
    <w:styleLink w:val="LFO2"/>
    <w:lvl w:ilvl="0">
      <w:numFmt w:val="bullet"/>
      <w:pStyle w:val="RdaliaRetraitGrandepuce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ECA54B7"/>
    <w:multiLevelType w:val="multilevel"/>
    <w:tmpl w:val="6F546D5A"/>
    <w:styleLink w:val="LFO8"/>
    <w:lvl w:ilvl="0">
      <w:start w:val="1"/>
      <w:numFmt w:val="decimal"/>
      <w:pStyle w:val="RedaliaTitre4"/>
      <w:suff w:val="space"/>
      <w:lvlText w:val="%1.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upperLetter"/>
      <w:suff w:val="space"/>
      <w:lvlText w:val="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1EEC0697"/>
    <w:multiLevelType w:val="multilevel"/>
    <w:tmpl w:val="229C397E"/>
    <w:styleLink w:val="Numbering123"/>
    <w:lvl w:ilvl="0">
      <w:start w:val="1"/>
      <w:numFmt w:val="decimal"/>
      <w:pStyle w:val="RedaliaAnnexe"/>
      <w:lvlText w:val="Annexe %1."/>
      <w:lvlJc w:val="left"/>
      <w:pPr>
        <w:ind w:left="754" w:hanging="397"/>
      </w:pPr>
    </w:lvl>
    <w:lvl w:ilvl="1">
      <w:start w:val="1"/>
      <w:numFmt w:val="decimal"/>
      <w:lvlText w:val="%2."/>
      <w:lvlJc w:val="left"/>
      <w:pPr>
        <w:ind w:left="1151" w:hanging="397"/>
      </w:pPr>
    </w:lvl>
    <w:lvl w:ilvl="2">
      <w:start w:val="1"/>
      <w:numFmt w:val="decimal"/>
      <w:lvlText w:val="%3."/>
      <w:lvlJc w:val="left"/>
      <w:pPr>
        <w:ind w:left="1548" w:hanging="397"/>
      </w:pPr>
    </w:lvl>
    <w:lvl w:ilvl="3">
      <w:start w:val="1"/>
      <w:numFmt w:val="decimal"/>
      <w:lvlText w:val="%4."/>
      <w:lvlJc w:val="left"/>
      <w:pPr>
        <w:ind w:left="1945" w:hanging="397"/>
      </w:pPr>
    </w:lvl>
    <w:lvl w:ilvl="4">
      <w:start w:val="1"/>
      <w:numFmt w:val="decimal"/>
      <w:lvlText w:val="%5."/>
      <w:lvlJc w:val="left"/>
      <w:pPr>
        <w:ind w:left="2342" w:hanging="397"/>
      </w:pPr>
    </w:lvl>
    <w:lvl w:ilvl="5">
      <w:start w:val="1"/>
      <w:numFmt w:val="decimal"/>
      <w:lvlText w:val="%6."/>
      <w:lvlJc w:val="left"/>
      <w:pPr>
        <w:ind w:left="2738" w:hanging="397"/>
      </w:pPr>
    </w:lvl>
    <w:lvl w:ilvl="6">
      <w:start w:val="1"/>
      <w:numFmt w:val="decimal"/>
      <w:lvlText w:val="%7."/>
      <w:lvlJc w:val="left"/>
      <w:pPr>
        <w:ind w:left="3135" w:hanging="397"/>
      </w:pPr>
    </w:lvl>
    <w:lvl w:ilvl="7">
      <w:start w:val="1"/>
      <w:numFmt w:val="decimal"/>
      <w:lvlText w:val="%8."/>
      <w:lvlJc w:val="left"/>
      <w:pPr>
        <w:ind w:left="3532" w:hanging="397"/>
      </w:pPr>
    </w:lvl>
    <w:lvl w:ilvl="8">
      <w:start w:val="1"/>
      <w:numFmt w:val="decimal"/>
      <w:lvlText w:val="%9."/>
      <w:lvlJc w:val="left"/>
      <w:pPr>
        <w:ind w:left="3929" w:hanging="397"/>
      </w:pPr>
    </w:lvl>
  </w:abstractNum>
  <w:abstractNum w:abstractNumId="10" w15:restartNumberingAfterBreak="0">
    <w:nsid w:val="2053489A"/>
    <w:multiLevelType w:val="multilevel"/>
    <w:tmpl w:val="DDD8693C"/>
    <w:styleLink w:val="LFO12"/>
    <w:lvl w:ilvl="0">
      <w:start w:val="1"/>
      <w:numFmt w:val="upperLetter"/>
      <w:lvlText w:val="%1.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1820"/>
    <w:multiLevelType w:val="multilevel"/>
    <w:tmpl w:val="86A634A0"/>
    <w:styleLink w:val="WWOutlineListStyle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36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23F706E3"/>
    <w:multiLevelType w:val="multilevel"/>
    <w:tmpl w:val="B41AC7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B7D23A4"/>
    <w:multiLevelType w:val="multilevel"/>
    <w:tmpl w:val="090A34C2"/>
    <w:styleLink w:val="WWOutlineListStyle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36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2D252139"/>
    <w:multiLevelType w:val="multilevel"/>
    <w:tmpl w:val="8DFEC37C"/>
    <w:lvl w:ilvl="0">
      <w:numFmt w:val="bullet"/>
      <w:lvlText w:val="-"/>
      <w:lvlJc w:val="left"/>
      <w:pPr>
        <w:ind w:left="405" w:hanging="360"/>
      </w:pPr>
      <w:rPr>
        <w:rFonts w:ascii="Open Sans" w:eastAsia="Open Sans" w:hAnsi="Open Sans" w:cs="Open Sans"/>
      </w:rPr>
    </w:lvl>
    <w:lvl w:ilvl="1">
      <w:numFmt w:val="bullet"/>
      <w:lvlText w:val="o"/>
      <w:lvlJc w:val="left"/>
      <w:pPr>
        <w:ind w:left="112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8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4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65" w:hanging="360"/>
      </w:pPr>
      <w:rPr>
        <w:rFonts w:ascii="Wingdings" w:hAnsi="Wingdings"/>
      </w:rPr>
    </w:lvl>
  </w:abstractNum>
  <w:abstractNum w:abstractNumId="15" w15:restartNumberingAfterBreak="0">
    <w:nsid w:val="319431CC"/>
    <w:multiLevelType w:val="multilevel"/>
    <w:tmpl w:val="3BFC947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3895660C"/>
    <w:multiLevelType w:val="multilevel"/>
    <w:tmpl w:val="431CF3F4"/>
    <w:styleLink w:val="WWOutlineListStyl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36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3C2D3D5C"/>
    <w:multiLevelType w:val="multilevel"/>
    <w:tmpl w:val="5B2043A6"/>
    <w:styleLink w:val="LFO24"/>
    <w:lvl w:ilvl="0">
      <w:numFmt w:val="bullet"/>
      <w:pStyle w:val="RdaliaTextemasqu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3D1758EC"/>
    <w:multiLevelType w:val="multilevel"/>
    <w:tmpl w:val="4AEE16CE"/>
    <w:styleLink w:val="WWOutlineListStyl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36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3FC650A7"/>
    <w:multiLevelType w:val="multilevel"/>
    <w:tmpl w:val="A0D48E6E"/>
    <w:styleLink w:val="LFO6"/>
    <w:lvl w:ilvl="0">
      <w:numFmt w:val="bullet"/>
      <w:pStyle w:val="RedaliaRetraitsanspuce"/>
      <w:lvlText w:val=""/>
      <w:lvlJc w:val="left"/>
      <w:pPr>
        <w:ind w:left="992" w:hanging="284"/>
      </w:pPr>
      <w:rPr>
        <w:rFonts w:ascii="Symbol" w:hAnsi="Symbol"/>
      </w:rPr>
    </w:lvl>
    <w:lvl w:ilvl="1">
      <w:numFmt w:val="bullet"/>
      <w:lvlText w:val="o"/>
      <w:lvlJc w:val="left"/>
      <w:pPr>
        <w:ind w:left="1581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0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1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46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1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21" w:hanging="360"/>
      </w:pPr>
      <w:rPr>
        <w:rFonts w:ascii="Wingdings" w:hAnsi="Wingdings"/>
      </w:rPr>
    </w:lvl>
  </w:abstractNum>
  <w:abstractNum w:abstractNumId="20" w15:restartNumberingAfterBreak="0">
    <w:nsid w:val="42CD6213"/>
    <w:multiLevelType w:val="multilevel"/>
    <w:tmpl w:val="9412FEF8"/>
    <w:styleLink w:val="Outlin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36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 w15:restartNumberingAfterBreak="0">
    <w:nsid w:val="466E3E6C"/>
    <w:multiLevelType w:val="multilevel"/>
    <w:tmpl w:val="F934F5C6"/>
    <w:styleLink w:val="LFO22"/>
    <w:lvl w:ilvl="0"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Times New Roman"/>
      </w:rPr>
    </w:lvl>
  </w:abstractNum>
  <w:abstractNum w:abstractNumId="22" w15:restartNumberingAfterBreak="0">
    <w:nsid w:val="4676549B"/>
    <w:multiLevelType w:val="multilevel"/>
    <w:tmpl w:val="F7B6A876"/>
    <w:styleLink w:val="LFO7"/>
    <w:lvl w:ilvl="0">
      <w:numFmt w:val="bullet"/>
      <w:pStyle w:val="RdaliaRetraitPuceniveau2"/>
      <w:lvlText w:val=""/>
      <w:lvlJc w:val="left"/>
      <w:pPr>
        <w:ind w:left="1213" w:hanging="362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4A026782"/>
    <w:multiLevelType w:val="multilevel"/>
    <w:tmpl w:val="8CEA6BFC"/>
    <w:styleLink w:val="LFO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4A4C1A04"/>
    <w:multiLevelType w:val="multilevel"/>
    <w:tmpl w:val="756A0622"/>
    <w:styleLink w:val="LFO4"/>
    <w:lvl w:ilvl="0">
      <w:numFmt w:val="bullet"/>
      <w:lvlText w:val=""/>
      <w:lvlJc w:val="left"/>
      <w:pPr>
        <w:ind w:left="284" w:hanging="114"/>
      </w:pPr>
      <w:rPr>
        <w:rFonts w:ascii="Symbol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Times New Roman"/>
      </w:rPr>
    </w:lvl>
  </w:abstractNum>
  <w:abstractNum w:abstractNumId="25" w15:restartNumberingAfterBreak="0">
    <w:nsid w:val="4A986C69"/>
    <w:multiLevelType w:val="multilevel"/>
    <w:tmpl w:val="9D82F25A"/>
    <w:styleLink w:val="LFO35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70481F"/>
    <w:multiLevelType w:val="multilevel"/>
    <w:tmpl w:val="460CBF5A"/>
    <w:styleLink w:val="LFO5"/>
    <w:lvl w:ilvl="0"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Times New Roman"/>
      </w:rPr>
    </w:lvl>
  </w:abstractNum>
  <w:abstractNum w:abstractNumId="27" w15:restartNumberingAfterBreak="0">
    <w:nsid w:val="52CB7CB1"/>
    <w:multiLevelType w:val="multilevel"/>
    <w:tmpl w:val="BBF89F02"/>
    <w:styleLink w:val="LFO23"/>
    <w:lvl w:ilvl="0">
      <w:numFmt w:val="bullet"/>
      <w:pStyle w:val="RedaliaRetrait2avecpuce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Times New Roman"/>
      </w:rPr>
    </w:lvl>
  </w:abstractNum>
  <w:abstractNum w:abstractNumId="28" w15:restartNumberingAfterBreak="0">
    <w:nsid w:val="55097094"/>
    <w:multiLevelType w:val="multilevel"/>
    <w:tmpl w:val="4A74BCF0"/>
    <w:styleLink w:val="LFO25"/>
    <w:lvl w:ilvl="0"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587E1D69"/>
    <w:multiLevelType w:val="multilevel"/>
    <w:tmpl w:val="1C1A744C"/>
    <w:styleLink w:val="LFO1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B49438E"/>
    <w:multiLevelType w:val="multilevel"/>
    <w:tmpl w:val="E83622D4"/>
    <w:styleLink w:val="WWOutlineListStyle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36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1" w15:restartNumberingAfterBreak="0">
    <w:nsid w:val="625E0903"/>
    <w:multiLevelType w:val="multilevel"/>
    <w:tmpl w:val="D550FFF0"/>
    <w:styleLink w:val="WWOutlineListStyle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36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2" w15:restartNumberingAfterBreak="0">
    <w:nsid w:val="644A3D03"/>
    <w:multiLevelType w:val="multilevel"/>
    <w:tmpl w:val="A252C5EA"/>
    <w:styleLink w:val="WWOutlineListStyle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36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3" w15:restartNumberingAfterBreak="0">
    <w:nsid w:val="67EF0A54"/>
    <w:multiLevelType w:val="multilevel"/>
    <w:tmpl w:val="F5D484D6"/>
    <w:styleLink w:val="WWOutlineListStyl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36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4" w15:restartNumberingAfterBreak="0">
    <w:nsid w:val="68A022AE"/>
    <w:multiLevelType w:val="multilevel"/>
    <w:tmpl w:val="672C74D8"/>
    <w:styleLink w:val="LFO26"/>
    <w:lvl w:ilvl="0">
      <w:numFmt w:val="bullet"/>
      <w:pStyle w:val="RdaliaTableau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746D5D16"/>
    <w:multiLevelType w:val="multilevel"/>
    <w:tmpl w:val="9F949FE4"/>
    <w:styleLink w:val="LFO33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84706AC"/>
    <w:multiLevelType w:val="multilevel"/>
    <w:tmpl w:val="286E6F0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32"/>
  </w:num>
  <w:num w:numId="3">
    <w:abstractNumId w:val="11"/>
  </w:num>
  <w:num w:numId="4">
    <w:abstractNumId w:val="5"/>
  </w:num>
  <w:num w:numId="5">
    <w:abstractNumId w:val="31"/>
  </w:num>
  <w:num w:numId="6">
    <w:abstractNumId w:val="6"/>
  </w:num>
  <w:num w:numId="7">
    <w:abstractNumId w:val="30"/>
  </w:num>
  <w:num w:numId="8">
    <w:abstractNumId w:val="16"/>
  </w:num>
  <w:num w:numId="9">
    <w:abstractNumId w:val="13"/>
  </w:num>
  <w:num w:numId="10">
    <w:abstractNumId w:val="18"/>
  </w:num>
  <w:num w:numId="11">
    <w:abstractNumId w:val="3"/>
  </w:num>
  <w:num w:numId="12">
    <w:abstractNumId w:val="33"/>
  </w:num>
  <w:num w:numId="13">
    <w:abstractNumId w:val="20"/>
  </w:num>
  <w:num w:numId="14">
    <w:abstractNumId w:val="9"/>
  </w:num>
  <w:num w:numId="15">
    <w:abstractNumId w:val="2"/>
  </w:num>
  <w:num w:numId="16">
    <w:abstractNumId w:val="23"/>
  </w:num>
  <w:num w:numId="17">
    <w:abstractNumId w:val="7"/>
  </w:num>
  <w:num w:numId="18">
    <w:abstractNumId w:val="4"/>
  </w:num>
  <w:num w:numId="19">
    <w:abstractNumId w:val="24"/>
  </w:num>
  <w:num w:numId="20">
    <w:abstractNumId w:val="26"/>
  </w:num>
  <w:num w:numId="21">
    <w:abstractNumId w:val="19"/>
  </w:num>
  <w:num w:numId="22">
    <w:abstractNumId w:val="22"/>
  </w:num>
  <w:num w:numId="23">
    <w:abstractNumId w:val="8"/>
  </w:num>
  <w:num w:numId="24">
    <w:abstractNumId w:val="29"/>
  </w:num>
  <w:num w:numId="25">
    <w:abstractNumId w:val="1"/>
  </w:num>
  <w:num w:numId="26">
    <w:abstractNumId w:val="10"/>
  </w:num>
  <w:num w:numId="27">
    <w:abstractNumId w:val="27"/>
  </w:num>
  <w:num w:numId="28">
    <w:abstractNumId w:val="21"/>
  </w:num>
  <w:num w:numId="29">
    <w:abstractNumId w:val="17"/>
  </w:num>
  <w:num w:numId="30">
    <w:abstractNumId w:val="28"/>
  </w:num>
  <w:num w:numId="31">
    <w:abstractNumId w:val="34"/>
  </w:num>
  <w:num w:numId="32">
    <w:abstractNumId w:val="35"/>
  </w:num>
  <w:num w:numId="33">
    <w:abstractNumId w:val="25"/>
  </w:num>
  <w:num w:numId="34">
    <w:abstractNumId w:val="2"/>
    <w:lvlOverride w:ilvl="0">
      <w:startOverride w:val="1"/>
    </w:lvlOverride>
  </w:num>
  <w:num w:numId="35">
    <w:abstractNumId w:val="14"/>
  </w:num>
  <w:num w:numId="36">
    <w:abstractNumId w:val="36"/>
  </w:num>
  <w:num w:numId="37">
    <w:abstractNumId w:val="15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1C54A9"/>
    <w:rsid w:val="001C54A9"/>
    <w:rsid w:val="00EC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DE386"/>
  <w15:docId w15:val="{1B3EA248-72FD-47E9-8934-7B1CF36C7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Open Sans" w:eastAsia="Arial" w:hAnsi="Open Sans" w:cs="Arial"/>
      <w:sz w:val="18"/>
    </w:rPr>
  </w:style>
  <w:style w:type="paragraph" w:styleId="Titre1">
    <w:name w:val="heading 1"/>
    <w:basedOn w:val="Normal"/>
    <w:next w:val="Normal"/>
    <w:uiPriority w:val="9"/>
    <w:qFormat/>
    <w:pPr>
      <w:keepNext/>
      <w:spacing w:before="240" w:after="160"/>
      <w:outlineLvl w:val="0"/>
    </w:pPr>
    <w:rPr>
      <w:b/>
      <w:kern w:val="3"/>
      <w:sz w:val="32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spacing w:before="240" w:after="60"/>
      <w:ind w:left="1134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11">
    <w:name w:val="WW_OutlineListStyle_11"/>
    <w:basedOn w:val="Aucuneliste"/>
    <w:pPr>
      <w:numPr>
        <w:numId w:val="1"/>
      </w:numPr>
    </w:pPr>
  </w:style>
  <w:style w:type="paragraph" w:customStyle="1" w:styleId="RedaliaTitre1">
    <w:name w:val="Redalia Titre 1"/>
    <w:basedOn w:val="Normal"/>
    <w:autoRedefine/>
    <w:pPr>
      <w:numPr>
        <w:numId w:val="1"/>
      </w:numPr>
      <w:spacing w:before="240" w:after="160"/>
      <w:outlineLvl w:val="0"/>
    </w:pPr>
    <w:rPr>
      <w:rFonts w:ascii="Montserrat" w:eastAsia="Montserrat" w:hAnsi="Montserrat" w:cs="Montserrat"/>
      <w:b/>
      <w:sz w:val="24"/>
    </w:rPr>
  </w:style>
  <w:style w:type="paragraph" w:customStyle="1" w:styleId="RedaliaTitre2">
    <w:name w:val="Redalia Titre 2"/>
    <w:basedOn w:val="Normal"/>
    <w:next w:val="Normal"/>
    <w:pPr>
      <w:numPr>
        <w:ilvl w:val="1"/>
        <w:numId w:val="1"/>
      </w:numPr>
      <w:spacing w:before="240" w:after="160"/>
      <w:outlineLvl w:val="1"/>
    </w:pPr>
    <w:rPr>
      <w:rFonts w:ascii="Montserrat" w:eastAsia="Montserrat" w:hAnsi="Montserrat" w:cs="Montserrat"/>
      <w:b/>
      <w:sz w:val="20"/>
      <w:u w:val="single"/>
    </w:rPr>
  </w:style>
  <w:style w:type="paragraph" w:customStyle="1" w:styleId="RedaliaTitre3">
    <w:name w:val="Redalia Titre 3"/>
    <w:basedOn w:val="Normal"/>
    <w:pPr>
      <w:numPr>
        <w:ilvl w:val="2"/>
        <w:numId w:val="1"/>
      </w:numPr>
      <w:overflowPunct w:val="0"/>
      <w:autoSpaceDE w:val="0"/>
      <w:spacing w:before="240" w:after="160"/>
      <w:jc w:val="both"/>
      <w:outlineLvl w:val="2"/>
    </w:pPr>
    <w:rPr>
      <w:rFonts w:ascii="Montserrat" w:eastAsia="Montserrat" w:hAnsi="Montserrat" w:cs="Montserrat"/>
      <w:sz w:val="20"/>
      <w:u w:val="single"/>
    </w:rPr>
  </w:style>
  <w:style w:type="paragraph" w:customStyle="1" w:styleId="TitreN4">
    <w:name w:val="Titre N4"/>
    <w:basedOn w:val="Titre4"/>
    <w:pPr>
      <w:ind w:left="850" w:hanging="283"/>
    </w:pPr>
  </w:style>
  <w:style w:type="paragraph" w:customStyle="1" w:styleId="TitreN5">
    <w:name w:val="Titre N5"/>
    <w:basedOn w:val="Titre5"/>
    <w:pPr>
      <w:ind w:left="1417" w:hanging="283"/>
    </w:pPr>
  </w:style>
  <w:style w:type="paragraph" w:customStyle="1" w:styleId="Standard">
    <w:name w:val="Standard"/>
  </w:style>
  <w:style w:type="paragraph" w:customStyle="1" w:styleId="Courriercivilit">
    <w:name w:val="Courrier civilité"/>
    <w:basedOn w:val="Normal"/>
    <w:pPr>
      <w:tabs>
        <w:tab w:val="left" w:pos="1134"/>
      </w:tabs>
    </w:pPr>
  </w:style>
  <w:style w:type="paragraph" w:customStyle="1" w:styleId="Courrierdate">
    <w:name w:val="Courrier date"/>
    <w:basedOn w:val="Normal"/>
    <w:pPr>
      <w:jc w:val="right"/>
    </w:pPr>
  </w:style>
  <w:style w:type="paragraph" w:customStyle="1" w:styleId="Courrierdest">
    <w:name w:val="Courrier dest"/>
    <w:basedOn w:val="Normal"/>
  </w:style>
  <w:style w:type="paragraph" w:customStyle="1" w:styleId="Courriersign">
    <w:name w:val="Courrier sign"/>
    <w:basedOn w:val="Courrierdest"/>
    <w:rPr>
      <w:caps/>
    </w:rPr>
  </w:style>
  <w:style w:type="paragraph" w:customStyle="1" w:styleId="Courriertext">
    <w:name w:val="Courrier text"/>
    <w:basedOn w:val="Normal"/>
    <w:pPr>
      <w:jc w:val="both"/>
    </w:pPr>
  </w:style>
  <w:style w:type="paragraph" w:customStyle="1" w:styleId="Dossierune">
    <w:name w:val="Dossier une"/>
    <w:basedOn w:val="Normal"/>
    <w:pPr>
      <w:jc w:val="center"/>
    </w:pPr>
    <w:rPr>
      <w:sz w:val="72"/>
    </w:rPr>
  </w:style>
  <w:style w:type="paragraph" w:customStyle="1" w:styleId="Dossierobjet">
    <w:name w:val="Dossier objet"/>
    <w:basedOn w:val="Dossierune"/>
    <w:rPr>
      <w:sz w:val="48"/>
    </w:rPr>
  </w:style>
  <w:style w:type="paragraph" w:customStyle="1" w:styleId="DossierobjetRdalia">
    <w:name w:val="Dossier objet Rédalia"/>
    <w:basedOn w:val="Dossierobjet"/>
    <w:next w:val="Normal"/>
    <w:rPr>
      <w:sz w:val="36"/>
    </w:rPr>
  </w:style>
  <w:style w:type="paragraph" w:customStyle="1" w:styleId="Dossiertitre">
    <w:name w:val="Dossier titre"/>
    <w:basedOn w:val="Dossierobjet"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pPr>
      <w:jc w:val="left"/>
    </w:pPr>
    <w:rPr>
      <w:sz w:val="32"/>
    </w:rPr>
  </w:style>
  <w:style w:type="paragraph" w:customStyle="1" w:styleId="Enttecentre">
    <w:name w:val="Entête centre"/>
    <w:basedOn w:val="Normal"/>
    <w:pPr>
      <w:jc w:val="center"/>
    </w:pPr>
  </w:style>
  <w:style w:type="paragraph" w:customStyle="1" w:styleId="Enttedrte">
    <w:name w:val="Entête drte"/>
    <w:basedOn w:val="Normal"/>
    <w:pPr>
      <w:jc w:val="right"/>
    </w:pPr>
  </w:style>
  <w:style w:type="paragraph" w:customStyle="1" w:styleId="Enttegche">
    <w:name w:val="Entête gche"/>
    <w:basedOn w:val="Normal"/>
  </w:style>
  <w:style w:type="paragraph" w:customStyle="1" w:styleId="Enttemilieu">
    <w:name w:val="Entête milieu"/>
    <w:basedOn w:val="Normal"/>
    <w:pPr>
      <w:jc w:val="center"/>
    </w:pPr>
    <w:rPr>
      <w:sz w:val="28"/>
    </w:rPr>
  </w:style>
  <w:style w:type="paragraph" w:customStyle="1" w:styleId="PagedegardeRdalia">
    <w:name w:val="Page de garde Rédalia"/>
    <w:basedOn w:val="Normal"/>
    <w:next w:val="Normal"/>
    <w:rPr>
      <w:b/>
      <w:sz w:val="28"/>
    </w:rPr>
  </w:style>
  <w:style w:type="paragraph" w:customStyle="1" w:styleId="Piedpagecentre">
    <w:name w:val="Piedpage centre"/>
    <w:basedOn w:val="Normal"/>
    <w:pPr>
      <w:jc w:val="center"/>
    </w:pPr>
  </w:style>
  <w:style w:type="paragraph" w:customStyle="1" w:styleId="Piedpagedrte">
    <w:name w:val="Piedpage drte"/>
    <w:basedOn w:val="Normal"/>
    <w:pPr>
      <w:jc w:val="right"/>
    </w:pPr>
  </w:style>
  <w:style w:type="paragraph" w:customStyle="1" w:styleId="Piedpagegche">
    <w:name w:val="Piedpage gche"/>
    <w:basedOn w:val="Normal"/>
  </w:style>
  <w:style w:type="paragraph" w:customStyle="1" w:styleId="Tableau10centre">
    <w:name w:val="Tableau 10 centre"/>
    <w:basedOn w:val="Normal"/>
    <w:pPr>
      <w:jc w:val="center"/>
    </w:pPr>
  </w:style>
  <w:style w:type="paragraph" w:customStyle="1" w:styleId="Tableau10drte">
    <w:name w:val="Tableau 10 drte"/>
    <w:basedOn w:val="Normal"/>
    <w:pPr>
      <w:jc w:val="right"/>
    </w:pPr>
  </w:style>
  <w:style w:type="paragraph" w:customStyle="1" w:styleId="Tableau10gche">
    <w:name w:val="Tableau 10 gche"/>
    <w:basedOn w:val="Normal"/>
  </w:style>
  <w:style w:type="paragraph" w:customStyle="1" w:styleId="Tableau11centre">
    <w:name w:val="Tableau 11 centre"/>
    <w:basedOn w:val="Normal"/>
    <w:pPr>
      <w:jc w:val="center"/>
    </w:pPr>
  </w:style>
  <w:style w:type="paragraph" w:customStyle="1" w:styleId="Tableau11drte">
    <w:name w:val="Tableau 11 drte"/>
    <w:basedOn w:val="Normal"/>
    <w:pPr>
      <w:jc w:val="right"/>
    </w:pPr>
  </w:style>
  <w:style w:type="paragraph" w:customStyle="1" w:styleId="Tableau11gche">
    <w:name w:val="Tableau 11 gche"/>
    <w:basedOn w:val="Normal"/>
  </w:style>
  <w:style w:type="paragraph" w:customStyle="1" w:styleId="Tableau8centre">
    <w:name w:val="Tableau 8 centre"/>
    <w:basedOn w:val="Normal"/>
    <w:pPr>
      <w:jc w:val="center"/>
    </w:pPr>
    <w:rPr>
      <w:sz w:val="16"/>
    </w:rPr>
  </w:style>
  <w:style w:type="paragraph" w:customStyle="1" w:styleId="Tableau8drte">
    <w:name w:val="Tableau 8 drte"/>
    <w:basedOn w:val="Normal"/>
    <w:pPr>
      <w:jc w:val="right"/>
    </w:pPr>
    <w:rPr>
      <w:sz w:val="16"/>
    </w:rPr>
  </w:style>
  <w:style w:type="paragraph" w:customStyle="1" w:styleId="Tableau8gche">
    <w:name w:val="Tableau 8 gche"/>
    <w:basedOn w:val="Normal"/>
    <w:rPr>
      <w:sz w:val="16"/>
    </w:rPr>
  </w:style>
  <w:style w:type="paragraph" w:customStyle="1" w:styleId="Titredetableau">
    <w:name w:val="Titre de tableau"/>
    <w:basedOn w:val="Tableau11centre"/>
    <w:rPr>
      <w:b/>
    </w:rPr>
  </w:style>
  <w:style w:type="paragraph" w:customStyle="1" w:styleId="TitreN1">
    <w:name w:val="Titre N1"/>
    <w:basedOn w:val="Titre1"/>
    <w:pPr>
      <w:ind w:left="283" w:hanging="283"/>
    </w:pPr>
  </w:style>
  <w:style w:type="paragraph" w:customStyle="1" w:styleId="TitreN2">
    <w:name w:val="Titre N2"/>
    <w:basedOn w:val="Titre2"/>
    <w:pPr>
      <w:ind w:left="283" w:hanging="283"/>
    </w:pPr>
  </w:style>
  <w:style w:type="paragraph" w:customStyle="1" w:styleId="TitreN3">
    <w:name w:val="Titre N3"/>
    <w:basedOn w:val="Titre3"/>
    <w:pPr>
      <w:ind w:left="283" w:hanging="283"/>
    </w:pPr>
  </w:style>
  <w:style w:type="paragraph" w:styleId="TM1">
    <w:name w:val="toc 1"/>
    <w:basedOn w:val="Titre1"/>
    <w:next w:val="Normal"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Normal"/>
    <w:pPr>
      <w:keepNext w:val="0"/>
      <w:tabs>
        <w:tab w:val="right" w:leader="dot" w:pos="9072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Normal"/>
    <w:pPr>
      <w:keepNext w:val="0"/>
      <w:tabs>
        <w:tab w:val="right" w:leader="dot" w:pos="9072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Normal"/>
    <w:pPr>
      <w:keepNext w:val="0"/>
      <w:tabs>
        <w:tab w:val="right" w:leader="dot" w:pos="9072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Normal"/>
    <w:pPr>
      <w:tabs>
        <w:tab w:val="right" w:leader="dot" w:pos="9072"/>
      </w:tabs>
      <w:spacing w:before="120" w:after="0"/>
      <w:ind w:left="799"/>
    </w:pPr>
  </w:style>
  <w:style w:type="paragraph" w:customStyle="1" w:styleId="CondInsert">
    <w:name w:val="Cond Insert"/>
    <w:basedOn w:val="Normal"/>
    <w:next w:val="Normal"/>
    <w:pPr>
      <w:tabs>
        <w:tab w:val="right" w:leader="dot" w:pos="9000"/>
      </w:tabs>
    </w:pPr>
    <w:rPr>
      <w:b/>
      <w:bCs/>
      <w:color w:val="0000FF"/>
    </w:rPr>
  </w:style>
  <w:style w:type="paragraph" w:customStyle="1" w:styleId="RdaliaCondens">
    <w:name w:val="Rédalia : Condensé"/>
    <w:basedOn w:val="Normal"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Normal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pPr>
      <w:tabs>
        <w:tab w:val="left" w:leader="dot" w:pos="8505"/>
      </w:tabs>
      <w:spacing w:before="113"/>
      <w:jc w:val="both"/>
    </w:pPr>
    <w:rPr>
      <w:rFonts w:eastAsia="Open Sans" w:cs="Open Sans"/>
    </w:rPr>
  </w:style>
  <w:style w:type="paragraph" w:customStyle="1" w:styleId="RdaliaRetraitniveau1">
    <w:name w:val="Rédalia : Retrait niveau 1"/>
    <w:basedOn w:val="RedaliaNormal"/>
  </w:style>
  <w:style w:type="paragraph" w:customStyle="1" w:styleId="RdaliaRetraitniveau2">
    <w:name w:val="Rédalia : Retrait niveau 2"/>
    <w:basedOn w:val="RedaliaNormal"/>
    <w:pPr>
      <w:numPr>
        <w:numId w:val="30"/>
      </w:numPr>
    </w:pPr>
  </w:style>
  <w:style w:type="paragraph" w:customStyle="1" w:styleId="RdaliaTableau">
    <w:name w:val="Rédalia : Tableau"/>
    <w:basedOn w:val="RedaliaNormal"/>
    <w:pPr>
      <w:numPr>
        <w:numId w:val="31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pPr>
      <w:numPr>
        <w:numId w:val="29"/>
      </w:numPr>
      <w:shd w:val="clear" w:color="auto" w:fill="FFFFFF"/>
    </w:pPr>
    <w:rPr>
      <w:vanish/>
      <w:sz w:val="20"/>
    </w:rPr>
  </w:style>
  <w:style w:type="paragraph" w:customStyle="1" w:styleId="RdaliaTitredestableaux">
    <w:name w:val="Rédalia : Titre des tableaux"/>
    <w:basedOn w:val="RedaliaNormal"/>
    <w:pPr>
      <w:jc w:val="center"/>
    </w:pPr>
    <w:rPr>
      <w:b/>
    </w:rPr>
  </w:style>
  <w:style w:type="paragraph" w:customStyle="1" w:styleId="RdaliaTitredossier">
    <w:name w:val="Rédalia : Titre dossier"/>
    <w:basedOn w:val="Dossierune"/>
    <w:rPr>
      <w:sz w:val="48"/>
    </w:rPr>
  </w:style>
  <w:style w:type="paragraph" w:customStyle="1" w:styleId="RdaliaTitreparagraphe">
    <w:name w:val="Rédalia : Titre paragraphe"/>
    <w:basedOn w:val="Dossiertitre"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Normal"/>
    <w:pPr>
      <w:spacing w:before="40"/>
      <w:jc w:val="both"/>
    </w:pPr>
    <w:rPr>
      <w:b/>
    </w:rPr>
  </w:style>
  <w:style w:type="paragraph" w:customStyle="1" w:styleId="RdaliaZonecandidat">
    <w:name w:val="Rédalia : Zone candidat"/>
    <w:basedOn w:val="Normal"/>
    <w:pPr>
      <w:shd w:val="clear" w:color="auto" w:fill="00FFFF"/>
      <w:spacing w:before="40"/>
      <w:jc w:val="center"/>
    </w:pPr>
  </w:style>
  <w:style w:type="paragraph" w:customStyle="1" w:styleId="DCENormal">
    <w:name w:val="DCE Normal"/>
    <w:basedOn w:val="Normal"/>
    <w:pPr>
      <w:jc w:val="both"/>
    </w:pPr>
    <w:rPr>
      <w:sz w:val="24"/>
    </w:rPr>
  </w:style>
  <w:style w:type="paragraph" w:customStyle="1" w:styleId="Etat-icone">
    <w:name w:val="Etat - icone"/>
    <w:basedOn w:val="Normal"/>
    <w:rPr>
      <w:rFonts w:ascii="Webdings" w:eastAsia="Webdings" w:hAnsi="Webdings" w:cs="Webdings"/>
    </w:rPr>
  </w:style>
  <w:style w:type="paragraph" w:customStyle="1" w:styleId="STabCentre">
    <w:name w:val="STab Centre"/>
    <w:basedOn w:val="Normal"/>
    <w:pPr>
      <w:jc w:val="center"/>
    </w:pPr>
  </w:style>
  <w:style w:type="paragraph" w:customStyle="1" w:styleId="LiaLibell">
    <w:name w:val="Lia_Libellé"/>
    <w:basedOn w:val="Normal"/>
    <w:rPr>
      <w:b/>
    </w:rPr>
  </w:style>
  <w:style w:type="paragraph" w:customStyle="1" w:styleId="LiaDescription">
    <w:name w:val="Lia_Description"/>
    <w:basedOn w:val="Normal"/>
  </w:style>
  <w:style w:type="paragraph" w:customStyle="1" w:styleId="LiaUnit">
    <w:name w:val="Lia_Unité"/>
    <w:basedOn w:val="Normal"/>
    <w:rPr>
      <w:i/>
    </w:rPr>
  </w:style>
  <w:style w:type="paragraph" w:customStyle="1" w:styleId="Redaliapuces">
    <w:name w:val="Redalia : puces"/>
    <w:basedOn w:val="RedaliaNormal"/>
    <w:pPr>
      <w:numPr>
        <w:numId w:val="28"/>
      </w:numPr>
    </w:pPr>
  </w:style>
  <w:style w:type="paragraph" w:customStyle="1" w:styleId="DCETableau">
    <w:name w:val="DCE Tableau"/>
    <w:basedOn w:val="Normal"/>
  </w:style>
  <w:style w:type="paragraph" w:customStyle="1" w:styleId="DCETitreTableau">
    <w:name w:val="DCE TitreTableau"/>
    <w:basedOn w:val="Normal"/>
    <w:pPr>
      <w:jc w:val="center"/>
    </w:pPr>
    <w:rPr>
      <w:b/>
    </w:rPr>
  </w:style>
  <w:style w:type="paragraph" w:customStyle="1" w:styleId="GnliaMarquedeparagraphe">
    <w:name w:val="Génélia : Marque de paragraphe"/>
    <w:basedOn w:val="Normal"/>
    <w:pPr>
      <w:keepNext/>
      <w:keepLines/>
      <w:tabs>
        <w:tab w:val="right" w:leader="dot" w:pos="10205"/>
      </w:tabs>
      <w:spacing w:before="40"/>
      <w:ind w:left="-1134"/>
      <w:jc w:val="both"/>
    </w:pPr>
    <w:rPr>
      <w:b/>
      <w:color w:val="008080"/>
    </w:rPr>
  </w:style>
  <w:style w:type="paragraph" w:customStyle="1" w:styleId="DGATitre1">
    <w:name w:val="DGA Titre1"/>
    <w:basedOn w:val="Titre1"/>
    <w:pPr>
      <w:tabs>
        <w:tab w:val="left" w:pos="360"/>
      </w:tabs>
      <w:overflowPunct w:val="0"/>
      <w:autoSpaceDE w:val="0"/>
      <w:ind w:left="360" w:hanging="360"/>
    </w:pPr>
    <w:rPr>
      <w:sz w:val="28"/>
    </w:rPr>
  </w:style>
  <w:style w:type="paragraph" w:customStyle="1" w:styleId="RedaliaContenudetableau">
    <w:name w:val="Redalia : Contenu de tableau"/>
    <w:basedOn w:val="RedaliaNormal"/>
    <w:rPr>
      <w:szCs w:val="18"/>
    </w:rPr>
  </w:style>
  <w:style w:type="paragraph" w:customStyle="1" w:styleId="RedaliaPartievaloriser">
    <w:name w:val="Redalia : Partie à valoriser"/>
    <w:basedOn w:val="RedaliaNormal"/>
    <w:next w:val="RedaliaNormal"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pPr>
      <w:numPr>
        <w:numId w:val="20"/>
      </w:numPr>
    </w:pPr>
  </w:style>
  <w:style w:type="paragraph" w:customStyle="1" w:styleId="RedaliaCentr">
    <w:name w:val="Redalia : Centré"/>
    <w:basedOn w:val="RedaliaNormal"/>
    <w:next w:val="RedaliaNormal"/>
    <w:pPr>
      <w:jc w:val="center"/>
    </w:pPr>
  </w:style>
  <w:style w:type="paragraph" w:customStyle="1" w:styleId="RedaliaRetrait2avecpuce">
    <w:name w:val="Redalia : Retrait 2 avec puce"/>
    <w:basedOn w:val="RedaliaRetraitavecpuce"/>
    <w:pPr>
      <w:numPr>
        <w:numId w:val="27"/>
      </w:numPr>
      <w:tabs>
        <w:tab w:val="clear" w:pos="8505"/>
        <w:tab w:val="left" w:pos="-7659"/>
        <w:tab w:val="left" w:leader="dot" w:pos="-855"/>
      </w:tabs>
    </w:pPr>
  </w:style>
  <w:style w:type="paragraph" w:customStyle="1" w:styleId="RdaliaDrogations">
    <w:name w:val="Rédalia : Dérogations"/>
    <w:basedOn w:val="RedaliaNormal"/>
    <w:next w:val="RedaliaNormal"/>
    <w:rPr>
      <w:szCs w:val="18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</w:pPr>
    <w:rPr>
      <w:rFonts w:ascii="Verdana" w:eastAsia="Verdana" w:hAnsi="Verdana" w:cs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pPr>
      <w:tabs>
        <w:tab w:val="clear" w:pos="8505"/>
        <w:tab w:val="left" w:leader="dot" w:pos="1021"/>
        <w:tab w:val="left" w:leader="dot" w:pos="1588"/>
        <w:tab w:val="left" w:leader="dot" w:pos="8959"/>
      </w:tabs>
      <w:ind w:left="454" w:hanging="397"/>
      <w:jc w:val="center"/>
      <w:outlineLvl w:val="0"/>
    </w:pPr>
    <w:rPr>
      <w:b/>
      <w:sz w:val="40"/>
    </w:rPr>
  </w:style>
  <w:style w:type="paragraph" w:customStyle="1" w:styleId="05ARTICLENiv1-Texte">
    <w:name w:val="05_ARTICLE_Niv1 - Texte"/>
    <w:pPr>
      <w:suppressAutoHyphens/>
      <w:spacing w:after="240"/>
      <w:jc w:val="both"/>
    </w:pPr>
    <w:rPr>
      <w:rFonts w:ascii="Verdana" w:eastAsia="Verdana" w:hAnsi="Verdana" w:cs="Verdana"/>
      <w:spacing w:val="-6"/>
      <w:sz w:val="18"/>
      <w:szCs w:val="18"/>
    </w:rPr>
  </w:style>
  <w:style w:type="paragraph" w:customStyle="1" w:styleId="TAB1">
    <w:name w:val="TAB 1"/>
    <w:basedOn w:val="Normal"/>
    <w:pPr>
      <w:spacing w:after="240"/>
      <w:ind w:left="360" w:hanging="180"/>
      <w:jc w:val="both"/>
    </w:pPr>
    <w:rPr>
      <w:rFonts w:ascii="Verdana" w:eastAsia="Verdana" w:hAnsi="Verdana" w:cs="Verdana"/>
      <w:spacing w:val="-6"/>
      <w:szCs w:val="18"/>
    </w:rPr>
  </w:style>
  <w:style w:type="paragraph" w:customStyle="1" w:styleId="RedaliaRetraitPuceniveau3">
    <w:name w:val="Redalia : Retrait Puce niveau 3"/>
    <w:basedOn w:val="RdaliaRetraitPuceniveau2"/>
    <w:pPr>
      <w:numPr>
        <w:numId w:val="18"/>
      </w:numPr>
      <w:tabs>
        <w:tab w:val="clear" w:pos="-14556"/>
        <w:tab w:val="left" w:pos="-8361"/>
        <w:tab w:val="left" w:pos="-7920"/>
      </w:tabs>
    </w:pPr>
  </w:style>
  <w:style w:type="paragraph" w:customStyle="1" w:styleId="RdaliaRetraitPuceniveau2">
    <w:name w:val="Rédalia : Retrait Puce niveau 2"/>
    <w:basedOn w:val="RedaliaNormal"/>
    <w:pPr>
      <w:numPr>
        <w:numId w:val="22"/>
      </w:numPr>
      <w:tabs>
        <w:tab w:val="clear" w:pos="8505"/>
        <w:tab w:val="left" w:pos="-14556"/>
      </w:tabs>
    </w:pPr>
  </w:style>
  <w:style w:type="paragraph" w:customStyle="1" w:styleId="RdaliaRetraitGrandepuce">
    <w:name w:val="Rédalia : Retrait Grande puce"/>
    <w:basedOn w:val="RedaliaNormal"/>
    <w:pPr>
      <w:numPr>
        <w:numId w:val="17"/>
      </w:numPr>
      <w:tabs>
        <w:tab w:val="clear" w:pos="8505"/>
        <w:tab w:val="left" w:pos="-12436"/>
        <w:tab w:val="left" w:pos="-11660"/>
      </w:tabs>
    </w:pPr>
  </w:style>
  <w:style w:type="paragraph" w:customStyle="1" w:styleId="RedaliaRetraitPuceniveau1">
    <w:name w:val="Redalia : Retrait Puce niveau 1"/>
    <w:basedOn w:val="RedaliaNormal"/>
    <w:pPr>
      <w:tabs>
        <w:tab w:val="clear" w:pos="8505"/>
        <w:tab w:val="left" w:pos="-1276"/>
      </w:tabs>
    </w:pPr>
  </w:style>
  <w:style w:type="paragraph" w:customStyle="1" w:styleId="RedaliaRetraitsanspuce">
    <w:name w:val="Redalia : Retrait sans puce"/>
    <w:basedOn w:val="RedaliaRetraitPuceniveau1"/>
    <w:pPr>
      <w:numPr>
        <w:numId w:val="21"/>
      </w:numPr>
      <w:tabs>
        <w:tab w:val="clear" w:pos="-1276"/>
        <w:tab w:val="left" w:pos="-9211"/>
      </w:tabs>
    </w:pPr>
  </w:style>
  <w:style w:type="paragraph" w:customStyle="1" w:styleId="RedaliaTitre4">
    <w:name w:val="Redalia Titre 4"/>
    <w:basedOn w:val="RedaliaTitre3"/>
    <w:pPr>
      <w:numPr>
        <w:ilvl w:val="0"/>
        <w:numId w:val="23"/>
      </w:numPr>
      <w:spacing w:before="120" w:after="120"/>
    </w:pPr>
  </w:style>
  <w:style w:type="paragraph" w:customStyle="1" w:styleId="Redaliamini">
    <w:name w:val="Redalia mini"/>
    <w:pPr>
      <w:suppressAutoHyphens/>
      <w:jc w:val="both"/>
    </w:pPr>
    <w:rPr>
      <w:rFonts w:ascii="Verdana" w:eastAsia="Verdana" w:hAnsi="Verdana" w:cs="Verdana"/>
      <w:sz w:val="8"/>
      <w:szCs w:val="8"/>
    </w:rPr>
  </w:style>
  <w:style w:type="paragraph" w:customStyle="1" w:styleId="adresse">
    <w:name w:val="adresse"/>
    <w:basedOn w:val="Normal"/>
    <w:pPr>
      <w:overflowPunct w:val="0"/>
      <w:autoSpaceDE w:val="0"/>
    </w:pPr>
    <w:rPr>
      <w:color w:val="000000"/>
    </w:rPr>
  </w:style>
  <w:style w:type="paragraph" w:customStyle="1" w:styleId="Concilianormal">
    <w:name w:val="Concilia normal"/>
    <w:basedOn w:val="Normal"/>
    <w:rPr>
      <w:szCs w:val="22"/>
    </w:rPr>
  </w:style>
  <w:style w:type="paragraph" w:customStyle="1" w:styleId="Conciliatitre">
    <w:name w:val="Concilia titre"/>
    <w:basedOn w:val="Concilianormal"/>
    <w:pPr>
      <w:jc w:val="center"/>
    </w:pPr>
    <w:rPr>
      <w:b/>
      <w:bCs/>
      <w:sz w:val="32"/>
      <w:szCs w:val="32"/>
    </w:rPr>
  </w:style>
  <w:style w:type="paragraph" w:styleId="Date">
    <w:name w:val="Date"/>
    <w:basedOn w:val="Normal"/>
    <w:pPr>
      <w:overflowPunct w:val="0"/>
      <w:autoSpaceDE w:val="0"/>
      <w:spacing w:after="3940"/>
      <w:ind w:right="1701"/>
      <w:jc w:val="right"/>
    </w:pPr>
    <w:rPr>
      <w:color w:val="00000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LIANormal">
    <w:name w:val="LIA : Normal"/>
    <w:basedOn w:val="Normal"/>
    <w:pPr>
      <w:overflowPunct w:val="0"/>
      <w:autoSpaceDE w:val="0"/>
      <w:jc w:val="both"/>
    </w:pPr>
    <w:rPr>
      <w:szCs w:val="18"/>
    </w:rPr>
  </w:style>
  <w:style w:type="paragraph" w:customStyle="1" w:styleId="LIACasecocher">
    <w:name w:val="LIA : Case à cocher"/>
    <w:basedOn w:val="LIANormal"/>
    <w:rPr>
      <w:rFonts w:ascii="Wingdings" w:eastAsia="Wingdings" w:hAnsi="Wingdings" w:cs="Wingdings"/>
    </w:rPr>
  </w:style>
  <w:style w:type="paragraph" w:customStyle="1" w:styleId="LIACondense">
    <w:name w:val="LIA : Condense"/>
    <w:basedOn w:val="LIANormal"/>
    <w:autoRedefine/>
    <w:pPr>
      <w:spacing w:before="120" w:after="120"/>
    </w:pPr>
    <w:rPr>
      <w:szCs w:val="16"/>
    </w:rPr>
  </w:style>
  <w:style w:type="paragraph" w:customStyle="1" w:styleId="LIAErreur">
    <w:name w:val="LIA : Erreur"/>
    <w:basedOn w:val="LIANormal"/>
    <w:pPr>
      <w:jc w:val="center"/>
    </w:pPr>
    <w:rPr>
      <w:b/>
      <w:bCs/>
      <w:i/>
      <w:iCs/>
      <w:sz w:val="24"/>
      <w:szCs w:val="24"/>
    </w:rPr>
  </w:style>
  <w:style w:type="paragraph" w:customStyle="1" w:styleId="LIARetrait">
    <w:name w:val="LIA : Retrait"/>
    <w:basedOn w:val="LIANormal"/>
    <w:pPr>
      <w:ind w:firstLine="709"/>
    </w:pPr>
    <w:rPr>
      <w:sz w:val="20"/>
      <w:szCs w:val="20"/>
    </w:rPr>
  </w:style>
  <w:style w:type="paragraph" w:customStyle="1" w:styleId="LiaTitre">
    <w:name w:val="Lia : Titre"/>
    <w:basedOn w:val="Normal"/>
    <w:pPr>
      <w:tabs>
        <w:tab w:val="left" w:leader="dot" w:pos="8505"/>
      </w:tabs>
      <w:overflowPunct w:val="0"/>
      <w:autoSpaceDE w:val="0"/>
      <w:spacing w:before="40"/>
      <w:jc w:val="both"/>
    </w:pPr>
    <w:rPr>
      <w:b/>
      <w:bCs/>
      <w:i/>
      <w:iCs/>
    </w:rPr>
  </w:style>
  <w:style w:type="paragraph" w:customStyle="1" w:styleId="LIATOTAL">
    <w:name w:val="LIA : TOTAL"/>
    <w:basedOn w:val="Normal"/>
    <w:pPr>
      <w:jc w:val="right"/>
    </w:pPr>
    <w:rPr>
      <w:b/>
      <w:bCs/>
    </w:rPr>
  </w:style>
  <w:style w:type="paragraph" w:customStyle="1" w:styleId="LILIATitre1">
    <w:name w:val="LILIA : Titre 1"/>
    <w:basedOn w:val="LiaTitre"/>
    <w:pPr>
      <w:jc w:val="center"/>
    </w:pPr>
    <w:rPr>
      <w:caps/>
    </w:rPr>
  </w:style>
  <w:style w:type="paragraph" w:customStyle="1" w:styleId="LILIATitre2">
    <w:name w:val="LILIA : Titre 2"/>
    <w:basedOn w:val="LILIATitre1"/>
    <w:next w:val="Normal"/>
    <w:pPr>
      <w:jc w:val="left"/>
    </w:pPr>
  </w:style>
  <w:style w:type="paragraph" w:styleId="Pieddepage">
    <w:name w:val="footer"/>
    <w:basedOn w:val="HeaderandFooter"/>
  </w:style>
  <w:style w:type="paragraph" w:customStyle="1" w:styleId="rfrence">
    <w:name w:val="référence"/>
    <w:basedOn w:val="Normal"/>
    <w:pPr>
      <w:overflowPunct w:val="0"/>
      <w:autoSpaceDE w:val="0"/>
    </w:pPr>
    <w:rPr>
      <w:color w:val="000000"/>
      <w:sz w:val="16"/>
      <w:szCs w:val="16"/>
    </w:rPr>
  </w:style>
  <w:style w:type="paragraph" w:customStyle="1" w:styleId="Tableau">
    <w:name w:val="Tableau"/>
    <w:basedOn w:val="Normal"/>
    <w:rPr>
      <w:sz w:val="16"/>
      <w:szCs w:val="16"/>
    </w:rPr>
  </w:style>
  <w:style w:type="paragraph" w:customStyle="1" w:styleId="texte">
    <w:name w:val="texte"/>
    <w:basedOn w:val="Normal"/>
    <w:pPr>
      <w:overflowPunct w:val="0"/>
      <w:autoSpaceDE w:val="0"/>
      <w:spacing w:before="120" w:after="120"/>
      <w:ind w:firstLine="680"/>
      <w:jc w:val="both"/>
    </w:pPr>
    <w:rPr>
      <w:color w:val="000000"/>
    </w:rPr>
  </w:style>
  <w:style w:type="paragraph" w:customStyle="1" w:styleId="Textepardfaut">
    <w:name w:val="Texte par défaut"/>
    <w:basedOn w:val="Normal"/>
    <w:pPr>
      <w:overflowPunct w:val="0"/>
      <w:autoSpaceDE w:val="0"/>
    </w:pPr>
    <w:rPr>
      <w:color w:val="000000"/>
    </w:rPr>
  </w:style>
  <w:style w:type="paragraph" w:customStyle="1" w:styleId="LIANomdecolonne">
    <w:name w:val="LIA : Nom de colonne"/>
    <w:basedOn w:val="LIANormal"/>
    <w:autoRedefine/>
    <w:pPr>
      <w:spacing w:before="120" w:after="120"/>
      <w:jc w:val="center"/>
    </w:pPr>
    <w:rPr>
      <w:rFonts w:cs="Verdana"/>
      <w:b/>
      <w:bCs/>
      <w:szCs w:val="22"/>
    </w:rPr>
  </w:style>
  <w:style w:type="paragraph" w:customStyle="1" w:styleId="titre1c">
    <w:name w:val="titre 1c"/>
    <w:basedOn w:val="Normal"/>
    <w:next w:val="Normal"/>
    <w:pPr>
      <w:keepLines/>
      <w:spacing w:before="1920"/>
      <w:jc w:val="center"/>
    </w:pPr>
    <w:rPr>
      <w:rFonts w:ascii="Verdana" w:eastAsia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rPr>
      <w:b/>
      <w:sz w:val="24"/>
      <w:szCs w:val="24"/>
    </w:rPr>
  </w:style>
  <w:style w:type="paragraph" w:customStyle="1" w:styleId="LIAParagrapheA">
    <w:name w:val="LIA Paragraphe A"/>
    <w:basedOn w:val="Normal"/>
    <w:autoRedefine/>
    <w:pPr>
      <w:numPr>
        <w:numId w:val="33"/>
      </w:numPr>
      <w:tabs>
        <w:tab w:val="left" w:pos="-1023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Normal"/>
    <w:autoRedefine/>
    <w:pPr>
      <w:numPr>
        <w:numId w:val="32"/>
      </w:numPr>
      <w:tabs>
        <w:tab w:val="left" w:pos="-483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styleId="NormalWeb">
    <w:name w:val="Normal (Web)"/>
    <w:basedOn w:val="Normal"/>
    <w:pPr>
      <w:spacing w:before="100" w:after="1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Normal"/>
    <w:pPr>
      <w:spacing w:before="100" w:after="100"/>
      <w:jc w:val="both"/>
    </w:pPr>
  </w:style>
  <w:style w:type="paragraph" w:customStyle="1" w:styleId="Redaliaencadre">
    <w:name w:val="Redalia : encadre"/>
    <w:basedOn w:val="RedaliaNormal"/>
    <w:next w:val="RedaliaNormal"/>
    <w:pPr>
      <w:numPr>
        <w:numId w:val="15"/>
      </w:numPr>
      <w:pBdr>
        <w:top w:val="single" w:sz="12" w:space="1" w:color="000000"/>
        <w:left w:val="single" w:sz="12" w:space="1" w:color="000000"/>
        <w:bottom w:val="single" w:sz="12" w:space="1" w:color="000000"/>
        <w:right w:val="single" w:sz="12" w:space="1" w:color="000000"/>
      </w:pBdr>
      <w:shd w:val="clear" w:color="auto" w:fill="CCCCCC"/>
      <w:tabs>
        <w:tab w:val="clear" w:pos="8505"/>
      </w:tabs>
      <w:jc w:val="center"/>
    </w:pPr>
    <w:rPr>
      <w:rFonts w:ascii="Montserrat" w:eastAsia="Montserrat" w:hAnsi="Montserrat" w:cs="Montserrat"/>
      <w:b/>
      <w:caps/>
      <w:sz w:val="28"/>
    </w:rPr>
  </w:style>
  <w:style w:type="paragraph" w:customStyle="1" w:styleId="RedaliaAnnexe">
    <w:name w:val="Redalia Annexe"/>
    <w:basedOn w:val="RedaliaTitre1"/>
    <w:next w:val="RedaliaNormal"/>
    <w:pPr>
      <w:numPr>
        <w:numId w:val="14"/>
      </w:numPr>
    </w:pPr>
  </w:style>
  <w:style w:type="paragraph" w:styleId="Textedebulles">
    <w:name w:val="Balloon Text"/>
    <w:basedOn w:val="Normal"/>
    <w:rPr>
      <w:rFonts w:ascii="Segoe UI" w:eastAsia="Segoe UI" w:hAnsi="Segoe UI" w:cs="Segoe UI"/>
      <w:szCs w:val="18"/>
    </w:rPr>
  </w:style>
  <w:style w:type="paragraph" w:customStyle="1" w:styleId="Redaliainttableau">
    <w:name w:val="Redalia int tableau"/>
    <w:basedOn w:val="RedaliaNormal"/>
    <w:pPr>
      <w:shd w:val="clear" w:color="auto" w:fill="B46161"/>
    </w:pPr>
    <w:rPr>
      <w:color w:val="3465A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au11centre"/>
    <w:rPr>
      <w:b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Table">
    <w:name w:val="Table"/>
    <w:basedOn w:val="Normal"/>
    <w:rPr>
      <w:sz w:val="16"/>
      <w:szCs w:val="16"/>
    </w:rPr>
  </w:style>
  <w:style w:type="character" w:customStyle="1" w:styleId="Titre1Car">
    <w:name w:val="Titre 1 Car"/>
    <w:rPr>
      <w:rFonts w:ascii="Arial" w:eastAsia="Arial" w:hAnsi="Arial" w:cs="Arial"/>
      <w:b/>
      <w:kern w:val="3"/>
      <w:sz w:val="32"/>
    </w:rPr>
  </w:style>
  <w:style w:type="character" w:customStyle="1" w:styleId="Titre2Car">
    <w:name w:val="Titre 2 Car"/>
    <w:rPr>
      <w:rFonts w:ascii="Arial" w:eastAsia="Arial" w:hAnsi="Arial" w:cs="Arial"/>
      <w:sz w:val="28"/>
      <w:u w:val="single"/>
    </w:rPr>
  </w:style>
  <w:style w:type="character" w:customStyle="1" w:styleId="Titre3Car">
    <w:name w:val="Titre 3 Car"/>
    <w:rPr>
      <w:rFonts w:ascii="Arial" w:eastAsia="Arial" w:hAnsi="Arial" w:cs="Arial"/>
      <w:sz w:val="24"/>
      <w:u w:val="single"/>
    </w:rPr>
  </w:style>
  <w:style w:type="character" w:customStyle="1" w:styleId="Titre4Car">
    <w:name w:val="Titre 4 Car"/>
    <w:rPr>
      <w:rFonts w:ascii="Arial" w:eastAsia="Arial" w:hAnsi="Arial" w:cs="Arial"/>
      <w:i/>
      <w:sz w:val="24"/>
    </w:rPr>
  </w:style>
  <w:style w:type="character" w:customStyle="1" w:styleId="Titre5Car">
    <w:name w:val="Titre 5 Car"/>
    <w:rPr>
      <w:rFonts w:ascii="Arial" w:eastAsia="Arial" w:hAnsi="Arial" w:cs="Arial"/>
      <w:i/>
      <w:sz w:val="22"/>
    </w:rPr>
  </w:style>
  <w:style w:type="character" w:customStyle="1" w:styleId="Titre6Car">
    <w:name w:val="Titre 6 Car"/>
    <w:rPr>
      <w:rFonts w:ascii="Arial" w:eastAsia="Arial" w:hAnsi="Arial" w:cs="Arial"/>
      <w:b/>
      <w:bCs/>
      <w:sz w:val="22"/>
    </w:rPr>
  </w:style>
  <w:style w:type="character" w:customStyle="1" w:styleId="IconeWeb">
    <w:name w:val="IconeWeb"/>
    <w:rPr>
      <w:rFonts w:ascii="Webdings" w:eastAsia="Webdings" w:hAnsi="Webdings" w:cs="Webdings"/>
    </w:rPr>
  </w:style>
  <w:style w:type="character" w:customStyle="1" w:styleId="05ARTICLENiv1-TexteCar">
    <w:name w:val="05_ARTICLE_Niv1 - Texte Car"/>
    <w:rPr>
      <w:rFonts w:ascii="Verdana" w:eastAsia="Verdana" w:hAnsi="Verdana" w:cs="Verdana"/>
      <w:spacing w:val="-6"/>
      <w:sz w:val="18"/>
      <w:lang w:val="fr-FR" w:eastAsia="fr-FR"/>
    </w:rPr>
  </w:style>
  <w:style w:type="character" w:customStyle="1" w:styleId="DateCar">
    <w:name w:val="Date Car"/>
    <w:rPr>
      <w:rFonts w:ascii="Arial" w:eastAsia="Arial" w:hAnsi="Arial" w:cs="Arial"/>
      <w:sz w:val="22"/>
    </w:rPr>
  </w:style>
  <w:style w:type="character" w:customStyle="1" w:styleId="En-tteCar">
    <w:name w:val="En-tête Car"/>
    <w:rPr>
      <w:rFonts w:ascii="Arial" w:eastAsia="Arial" w:hAnsi="Arial" w:cs="Arial"/>
      <w:sz w:val="22"/>
    </w:rPr>
  </w:style>
  <w:style w:type="character" w:styleId="Numrodepage">
    <w:name w:val="page number"/>
    <w:rPr>
      <w:rFonts w:ascii="Times New Roman" w:eastAsia="Times New Roman" w:hAnsi="Times New Roman" w:cs="Times New Roman"/>
    </w:rPr>
  </w:style>
  <w:style w:type="character" w:customStyle="1" w:styleId="PieddepageCar">
    <w:name w:val="Pied de page Car"/>
    <w:rPr>
      <w:rFonts w:ascii="Arial" w:eastAsia="Arial" w:hAnsi="Arial" w:cs="Arial"/>
      <w:sz w:val="22"/>
    </w:rPr>
  </w:style>
  <w:style w:type="character" w:customStyle="1" w:styleId="EmailStyle1411">
    <w:name w:val="EmailStyle14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21">
    <w:name w:val="EmailStyle1421"/>
    <w:rPr>
      <w:rFonts w:ascii="Arial" w:eastAsia="Arial" w:hAnsi="Arial" w:cs="Arial"/>
      <w:color w:val="auto"/>
      <w:sz w:val="16"/>
    </w:rPr>
  </w:style>
  <w:style w:type="character" w:customStyle="1" w:styleId="EmailStyle143">
    <w:name w:val="EmailStyle14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4">
    <w:name w:val="EmailStyle144"/>
    <w:rPr>
      <w:rFonts w:ascii="Arial" w:eastAsia="Arial" w:hAnsi="Arial" w:cs="Arial"/>
      <w:color w:val="auto"/>
      <w:sz w:val="16"/>
    </w:rPr>
  </w:style>
  <w:style w:type="character" w:customStyle="1" w:styleId="EmailStyle1451">
    <w:name w:val="EmailStyle145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61">
    <w:name w:val="EmailStyle1461"/>
    <w:rPr>
      <w:rFonts w:ascii="Arial" w:eastAsia="Arial" w:hAnsi="Arial" w:cs="Arial"/>
      <w:color w:val="auto"/>
      <w:sz w:val="16"/>
    </w:rPr>
  </w:style>
  <w:style w:type="character" w:customStyle="1" w:styleId="EmailStyle147">
    <w:name w:val="EmailStyle14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8">
    <w:name w:val="EmailStyle148"/>
    <w:rPr>
      <w:rFonts w:ascii="Arial" w:eastAsia="Arial" w:hAnsi="Arial" w:cs="Arial"/>
      <w:color w:val="auto"/>
      <w:sz w:val="16"/>
    </w:rPr>
  </w:style>
  <w:style w:type="character" w:customStyle="1" w:styleId="EmailStyle1491">
    <w:name w:val="EmailStyle14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01">
    <w:name w:val="EmailStyle1501"/>
    <w:rPr>
      <w:rFonts w:ascii="Arial" w:eastAsia="Arial" w:hAnsi="Arial" w:cs="Arial"/>
      <w:color w:val="auto"/>
      <w:sz w:val="16"/>
    </w:rPr>
  </w:style>
  <w:style w:type="character" w:customStyle="1" w:styleId="EmailStyle151">
    <w:name w:val="EmailStyle15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2">
    <w:name w:val="EmailStyle152"/>
    <w:rPr>
      <w:rFonts w:ascii="Arial" w:eastAsia="Arial" w:hAnsi="Arial" w:cs="Arial"/>
      <w:color w:val="auto"/>
      <w:sz w:val="16"/>
    </w:rPr>
  </w:style>
  <w:style w:type="character" w:customStyle="1" w:styleId="EmailStyle1531">
    <w:name w:val="EmailStyle153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41">
    <w:name w:val="EmailStyle1541"/>
    <w:rPr>
      <w:rFonts w:ascii="Arial" w:eastAsia="Arial" w:hAnsi="Arial" w:cs="Arial"/>
      <w:color w:val="auto"/>
      <w:sz w:val="16"/>
    </w:rPr>
  </w:style>
  <w:style w:type="character" w:customStyle="1" w:styleId="EmailStyle155">
    <w:name w:val="EmailStyle15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6">
    <w:name w:val="EmailStyle156"/>
    <w:rPr>
      <w:rFonts w:ascii="Arial" w:eastAsia="Arial" w:hAnsi="Arial" w:cs="Arial"/>
      <w:color w:val="auto"/>
      <w:sz w:val="16"/>
    </w:rPr>
  </w:style>
  <w:style w:type="character" w:customStyle="1" w:styleId="EmailStyle1571">
    <w:name w:val="EmailStyle15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81">
    <w:name w:val="EmailStyle1581"/>
    <w:rPr>
      <w:rFonts w:ascii="Arial" w:eastAsia="Arial" w:hAnsi="Arial" w:cs="Arial"/>
      <w:color w:val="auto"/>
      <w:sz w:val="16"/>
    </w:rPr>
  </w:style>
  <w:style w:type="character" w:customStyle="1" w:styleId="EmailStyle159">
    <w:name w:val="EmailStyle15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0">
    <w:name w:val="EmailStyle160"/>
    <w:rPr>
      <w:rFonts w:ascii="Arial" w:eastAsia="Arial" w:hAnsi="Arial" w:cs="Arial"/>
      <w:color w:val="auto"/>
      <w:sz w:val="16"/>
    </w:rPr>
  </w:style>
  <w:style w:type="character" w:customStyle="1" w:styleId="EmailStyle1611">
    <w:name w:val="EmailStyle16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21">
    <w:name w:val="EmailStyle1621"/>
    <w:rPr>
      <w:rFonts w:ascii="Arial" w:eastAsia="Arial" w:hAnsi="Arial" w:cs="Arial"/>
      <w:color w:val="auto"/>
      <w:sz w:val="16"/>
    </w:rPr>
  </w:style>
  <w:style w:type="character" w:customStyle="1" w:styleId="EmailStyle163">
    <w:name w:val="EmailStyle16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4">
    <w:name w:val="EmailStyle164"/>
    <w:rPr>
      <w:rFonts w:ascii="Arial" w:eastAsia="Arial" w:hAnsi="Arial" w:cs="Arial"/>
      <w:color w:val="auto"/>
      <w:sz w:val="16"/>
    </w:rPr>
  </w:style>
  <w:style w:type="character" w:customStyle="1" w:styleId="EmailStyle1651">
    <w:name w:val="EmailStyle165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61">
    <w:name w:val="EmailStyle1661"/>
    <w:rPr>
      <w:rFonts w:ascii="Arial" w:eastAsia="Arial" w:hAnsi="Arial" w:cs="Arial"/>
      <w:color w:val="auto"/>
      <w:sz w:val="16"/>
    </w:rPr>
  </w:style>
  <w:style w:type="character" w:customStyle="1" w:styleId="EmailStyle167">
    <w:name w:val="EmailStyle16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8">
    <w:name w:val="EmailStyle168"/>
    <w:rPr>
      <w:rFonts w:ascii="Arial" w:eastAsia="Arial" w:hAnsi="Arial" w:cs="Arial"/>
      <w:color w:val="auto"/>
      <w:sz w:val="16"/>
    </w:rPr>
  </w:style>
  <w:style w:type="character" w:customStyle="1" w:styleId="EmailStyle169">
    <w:name w:val="EmailStyle16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0">
    <w:name w:val="EmailStyle170"/>
    <w:rPr>
      <w:rFonts w:ascii="Arial" w:eastAsia="Arial" w:hAnsi="Arial" w:cs="Arial"/>
      <w:color w:val="auto"/>
      <w:sz w:val="16"/>
    </w:rPr>
  </w:style>
  <w:style w:type="character" w:customStyle="1" w:styleId="EmailStyle171">
    <w:name w:val="EmailStyle1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2">
    <w:name w:val="EmailStyle172"/>
    <w:rPr>
      <w:rFonts w:ascii="Arial" w:eastAsia="Arial" w:hAnsi="Arial" w:cs="Arial"/>
      <w:color w:val="auto"/>
      <w:sz w:val="16"/>
    </w:rPr>
  </w:style>
  <w:style w:type="character" w:customStyle="1" w:styleId="EmailStyle173">
    <w:name w:val="EmailStyle17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4">
    <w:name w:val="EmailStyle174"/>
    <w:rPr>
      <w:rFonts w:ascii="Arial" w:eastAsia="Arial" w:hAnsi="Arial" w:cs="Arial"/>
      <w:color w:val="auto"/>
      <w:sz w:val="16"/>
    </w:rPr>
  </w:style>
  <w:style w:type="character" w:customStyle="1" w:styleId="EmailStyle175">
    <w:name w:val="EmailStyle17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6">
    <w:name w:val="EmailStyle176"/>
    <w:rPr>
      <w:rFonts w:ascii="Arial" w:eastAsia="Arial" w:hAnsi="Arial" w:cs="Arial"/>
      <w:color w:val="auto"/>
      <w:sz w:val="16"/>
    </w:rPr>
  </w:style>
  <w:style w:type="character" w:customStyle="1" w:styleId="EmailStyle177">
    <w:name w:val="EmailStyle17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8">
    <w:name w:val="EmailStyle178"/>
    <w:rPr>
      <w:rFonts w:ascii="Arial" w:eastAsia="Arial" w:hAnsi="Arial" w:cs="Arial"/>
      <w:color w:val="auto"/>
      <w:sz w:val="16"/>
    </w:rPr>
  </w:style>
  <w:style w:type="character" w:customStyle="1" w:styleId="EmailStyle179">
    <w:name w:val="EmailStyle17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0">
    <w:name w:val="EmailStyle180"/>
    <w:rPr>
      <w:rFonts w:ascii="Arial" w:eastAsia="Arial" w:hAnsi="Arial" w:cs="Arial"/>
      <w:color w:val="auto"/>
      <w:sz w:val="16"/>
    </w:rPr>
  </w:style>
  <w:style w:type="character" w:customStyle="1" w:styleId="EmailStyle181">
    <w:name w:val="EmailStyle1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2">
    <w:name w:val="EmailStyle182"/>
    <w:rPr>
      <w:rFonts w:ascii="Arial" w:eastAsia="Arial" w:hAnsi="Arial" w:cs="Arial"/>
      <w:color w:val="auto"/>
      <w:sz w:val="16"/>
    </w:rPr>
  </w:style>
  <w:style w:type="character" w:customStyle="1" w:styleId="EmailStyle183">
    <w:name w:val="EmailStyle18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4">
    <w:name w:val="EmailStyle184"/>
    <w:rPr>
      <w:rFonts w:ascii="Arial" w:eastAsia="Arial" w:hAnsi="Arial" w:cs="Arial"/>
      <w:color w:val="auto"/>
      <w:sz w:val="16"/>
    </w:rPr>
  </w:style>
  <w:style w:type="character" w:customStyle="1" w:styleId="EmailStyle781">
    <w:name w:val="EmailStyle7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791">
    <w:name w:val="EmailStyle791"/>
    <w:rPr>
      <w:rFonts w:ascii="Arial" w:eastAsia="Arial" w:hAnsi="Arial" w:cs="Arial"/>
      <w:color w:val="auto"/>
      <w:sz w:val="16"/>
    </w:rPr>
  </w:style>
  <w:style w:type="character" w:customStyle="1" w:styleId="EmailStyle110">
    <w:name w:val="EmailStyle11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11">
    <w:name w:val="EmailStyle111"/>
    <w:rPr>
      <w:rFonts w:ascii="Arial" w:eastAsia="Arial" w:hAnsi="Arial" w:cs="Arial"/>
      <w:color w:val="auto"/>
      <w:sz w:val="16"/>
    </w:rPr>
  </w:style>
  <w:style w:type="character" w:customStyle="1" w:styleId="EmailStyle1271">
    <w:name w:val="EmailStyle12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281">
    <w:name w:val="EmailStyle1281"/>
    <w:rPr>
      <w:rFonts w:ascii="Arial" w:eastAsia="Arial" w:hAnsi="Arial" w:cs="Arial"/>
      <w:color w:val="auto"/>
      <w:sz w:val="16"/>
    </w:rPr>
  </w:style>
  <w:style w:type="character" w:customStyle="1" w:styleId="EmailStyle129">
    <w:name w:val="EmailStyle12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30">
    <w:name w:val="EmailStyle130"/>
    <w:rPr>
      <w:rFonts w:ascii="Arial" w:eastAsia="Arial" w:hAnsi="Arial" w:cs="Arial"/>
      <w:color w:val="auto"/>
      <w:sz w:val="16"/>
    </w:rPr>
  </w:style>
  <w:style w:type="character" w:customStyle="1" w:styleId="EmailStyle1311">
    <w:name w:val="EmailStyle13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321">
    <w:name w:val="EmailStyle1321"/>
    <w:rPr>
      <w:rFonts w:ascii="Arial" w:eastAsia="Arial" w:hAnsi="Arial" w:cs="Arial"/>
      <w:color w:val="auto"/>
      <w:sz w:val="16"/>
    </w:rPr>
  </w:style>
  <w:style w:type="character" w:customStyle="1" w:styleId="EmailStyle133">
    <w:name w:val="EmailStyle13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34">
    <w:name w:val="EmailStyle134"/>
    <w:rPr>
      <w:rFonts w:ascii="Arial" w:eastAsia="Arial" w:hAnsi="Arial" w:cs="Arial"/>
      <w:color w:val="auto"/>
      <w:sz w:val="16"/>
    </w:rPr>
  </w:style>
  <w:style w:type="character" w:customStyle="1" w:styleId="EmailStyle1351">
    <w:name w:val="EmailStyle135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361">
    <w:name w:val="EmailStyle1361"/>
    <w:rPr>
      <w:rFonts w:ascii="Arial" w:eastAsia="Arial" w:hAnsi="Arial" w:cs="Arial"/>
      <w:color w:val="auto"/>
      <w:sz w:val="16"/>
    </w:rPr>
  </w:style>
  <w:style w:type="character" w:customStyle="1" w:styleId="EmailStyle137">
    <w:name w:val="EmailStyle13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38">
    <w:name w:val="EmailStyle138"/>
    <w:rPr>
      <w:rFonts w:ascii="Arial" w:eastAsia="Arial" w:hAnsi="Arial" w:cs="Arial"/>
      <w:color w:val="auto"/>
      <w:sz w:val="16"/>
    </w:rPr>
  </w:style>
  <w:style w:type="character" w:customStyle="1" w:styleId="EmailStyle1391">
    <w:name w:val="EmailStyle13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01">
    <w:name w:val="EmailStyle1401"/>
    <w:rPr>
      <w:rFonts w:ascii="Arial" w:eastAsia="Arial" w:hAnsi="Arial" w:cs="Arial"/>
      <w:color w:val="auto"/>
      <w:sz w:val="16"/>
    </w:rPr>
  </w:style>
  <w:style w:type="character" w:customStyle="1" w:styleId="EmailStyle141">
    <w:name w:val="EmailStyle1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2">
    <w:name w:val="EmailStyle142"/>
    <w:rPr>
      <w:rFonts w:ascii="Arial" w:eastAsia="Arial" w:hAnsi="Arial" w:cs="Arial"/>
      <w:color w:val="auto"/>
      <w:sz w:val="16"/>
    </w:rPr>
  </w:style>
  <w:style w:type="character" w:customStyle="1" w:styleId="EmailStyle1431">
    <w:name w:val="EmailStyle143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41">
    <w:name w:val="EmailStyle1441"/>
    <w:rPr>
      <w:rFonts w:ascii="Arial" w:eastAsia="Arial" w:hAnsi="Arial" w:cs="Arial"/>
      <w:color w:val="auto"/>
      <w:sz w:val="16"/>
    </w:rPr>
  </w:style>
  <w:style w:type="character" w:customStyle="1" w:styleId="EmailStyle145">
    <w:name w:val="EmailStyle14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6">
    <w:name w:val="EmailStyle146"/>
    <w:rPr>
      <w:rFonts w:ascii="Arial" w:eastAsia="Arial" w:hAnsi="Arial" w:cs="Arial"/>
      <w:color w:val="auto"/>
      <w:sz w:val="16"/>
    </w:rPr>
  </w:style>
  <w:style w:type="character" w:customStyle="1" w:styleId="EmailStyle1471">
    <w:name w:val="EmailStyle14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81">
    <w:name w:val="EmailStyle1481"/>
    <w:rPr>
      <w:rFonts w:ascii="Arial" w:eastAsia="Arial" w:hAnsi="Arial" w:cs="Arial"/>
      <w:color w:val="auto"/>
      <w:sz w:val="16"/>
    </w:rPr>
  </w:style>
  <w:style w:type="character" w:customStyle="1" w:styleId="EmailStyle149">
    <w:name w:val="EmailStyle14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0">
    <w:name w:val="EmailStyle150"/>
    <w:rPr>
      <w:rFonts w:ascii="Arial" w:eastAsia="Arial" w:hAnsi="Arial" w:cs="Arial"/>
      <w:color w:val="auto"/>
      <w:sz w:val="16"/>
    </w:rPr>
  </w:style>
  <w:style w:type="character" w:customStyle="1" w:styleId="EmailStyle1511">
    <w:name w:val="EmailStyle15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21">
    <w:name w:val="EmailStyle1521"/>
    <w:rPr>
      <w:rFonts w:ascii="Arial" w:eastAsia="Arial" w:hAnsi="Arial" w:cs="Arial"/>
      <w:color w:val="auto"/>
      <w:sz w:val="16"/>
    </w:rPr>
  </w:style>
  <w:style w:type="character" w:customStyle="1" w:styleId="EmailStyle153">
    <w:name w:val="EmailStyle15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4">
    <w:name w:val="EmailStyle154"/>
    <w:rPr>
      <w:rFonts w:ascii="Arial" w:eastAsia="Arial" w:hAnsi="Arial" w:cs="Arial"/>
      <w:color w:val="auto"/>
      <w:sz w:val="16"/>
    </w:rPr>
  </w:style>
  <w:style w:type="character" w:customStyle="1" w:styleId="EmailStyle1551">
    <w:name w:val="EmailStyle155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61">
    <w:name w:val="EmailStyle1561"/>
    <w:rPr>
      <w:rFonts w:ascii="Arial" w:eastAsia="Arial" w:hAnsi="Arial" w:cs="Arial"/>
      <w:color w:val="auto"/>
      <w:sz w:val="16"/>
    </w:rPr>
  </w:style>
  <w:style w:type="character" w:customStyle="1" w:styleId="EmailStyle157">
    <w:name w:val="EmailStyle15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8">
    <w:name w:val="EmailStyle158"/>
    <w:rPr>
      <w:rFonts w:ascii="Arial" w:eastAsia="Arial" w:hAnsi="Arial" w:cs="Arial"/>
      <w:color w:val="auto"/>
      <w:sz w:val="16"/>
    </w:rPr>
  </w:style>
  <w:style w:type="character" w:customStyle="1" w:styleId="EmailStyle1591">
    <w:name w:val="EmailStyle15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01">
    <w:name w:val="EmailStyle1601"/>
    <w:rPr>
      <w:rFonts w:ascii="Arial" w:eastAsia="Arial" w:hAnsi="Arial" w:cs="Arial"/>
      <w:color w:val="auto"/>
      <w:sz w:val="16"/>
    </w:rPr>
  </w:style>
  <w:style w:type="character" w:customStyle="1" w:styleId="EmailStyle161">
    <w:name w:val="EmailStyle1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2">
    <w:name w:val="EmailStyle162"/>
    <w:rPr>
      <w:rFonts w:ascii="Arial" w:eastAsia="Arial" w:hAnsi="Arial" w:cs="Arial"/>
      <w:color w:val="auto"/>
      <w:sz w:val="16"/>
    </w:rPr>
  </w:style>
  <w:style w:type="character" w:customStyle="1" w:styleId="EmailStyle1631">
    <w:name w:val="EmailStyle163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41">
    <w:name w:val="EmailStyle1641"/>
    <w:rPr>
      <w:rFonts w:ascii="Arial" w:eastAsia="Arial" w:hAnsi="Arial" w:cs="Arial"/>
      <w:color w:val="auto"/>
      <w:sz w:val="16"/>
    </w:rPr>
  </w:style>
  <w:style w:type="character" w:customStyle="1" w:styleId="EmailStyle165">
    <w:name w:val="EmailStyle16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6">
    <w:name w:val="EmailStyle166"/>
    <w:rPr>
      <w:rFonts w:ascii="Arial" w:eastAsia="Arial" w:hAnsi="Arial" w:cs="Arial"/>
      <w:color w:val="auto"/>
      <w:sz w:val="16"/>
    </w:rPr>
  </w:style>
  <w:style w:type="character" w:styleId="Lienhypertexte">
    <w:name w:val="Hyperlink"/>
    <w:rPr>
      <w:color w:val="0563C1"/>
      <w:u w:val="single"/>
    </w:rPr>
  </w:style>
  <w:style w:type="character" w:customStyle="1" w:styleId="TextedebullesCar">
    <w:name w:val="Texte de bulles Car"/>
    <w:rPr>
      <w:rFonts w:ascii="Segoe UI" w:eastAsia="Segoe UI" w:hAnsi="Segoe UI" w:cs="Segoe UI"/>
      <w:sz w:val="18"/>
      <w:lang w:eastAsia="en-US"/>
    </w:rPr>
  </w:style>
  <w:style w:type="character" w:customStyle="1" w:styleId="NumberingSymbols">
    <w:name w:val="Numbering Symbols"/>
  </w:style>
  <w:style w:type="paragraph" w:styleId="Paragraphedeliste">
    <w:name w:val="List Paragraph"/>
    <w:basedOn w:val="Normal"/>
    <w:pPr>
      <w:widowControl/>
      <w:suppressAutoHyphens w:val="0"/>
      <w:ind w:left="720"/>
      <w:contextualSpacing/>
      <w:textAlignment w:val="auto"/>
    </w:pPr>
    <w:rPr>
      <w:rFonts w:ascii="Times New Roman" w:eastAsia="Times New Roman" w:hAnsi="Times New Roman" w:cs="Times New Roman"/>
      <w:sz w:val="20"/>
    </w:rPr>
  </w:style>
  <w:style w:type="paragraph" w:styleId="Retraitcorpsdetexte">
    <w:name w:val="Body Text Indent"/>
    <w:basedOn w:val="Normal"/>
    <w:pPr>
      <w:widowControl/>
      <w:suppressAutoHyphens w:val="0"/>
      <w:spacing w:after="120"/>
      <w:ind w:left="283"/>
      <w:textAlignment w:val="auto"/>
    </w:pPr>
    <w:rPr>
      <w:rFonts w:ascii="Times New Roman" w:eastAsia="Times New Roman" w:hAnsi="Times New Roman" w:cs="Times New Roman"/>
      <w:sz w:val="20"/>
    </w:rPr>
  </w:style>
  <w:style w:type="character" w:customStyle="1" w:styleId="RetraitcorpsdetexteCar">
    <w:name w:val="Retrait corps de texte Car"/>
    <w:basedOn w:val="Policepardfaut"/>
  </w:style>
  <w:style w:type="numbering" w:customStyle="1" w:styleId="WWOutlineListStyle10">
    <w:name w:val="WW_OutlineListStyle_10"/>
    <w:basedOn w:val="Aucuneliste"/>
    <w:pPr>
      <w:numPr>
        <w:numId w:val="2"/>
      </w:numPr>
    </w:pPr>
  </w:style>
  <w:style w:type="numbering" w:customStyle="1" w:styleId="WWOutlineListStyle9">
    <w:name w:val="WW_OutlineListStyle_9"/>
    <w:basedOn w:val="Aucuneliste"/>
    <w:pPr>
      <w:numPr>
        <w:numId w:val="3"/>
      </w:numPr>
    </w:pPr>
  </w:style>
  <w:style w:type="numbering" w:customStyle="1" w:styleId="WWOutlineListStyle8">
    <w:name w:val="WW_OutlineListStyle_8"/>
    <w:basedOn w:val="Aucuneliste"/>
    <w:pPr>
      <w:numPr>
        <w:numId w:val="4"/>
      </w:numPr>
    </w:pPr>
  </w:style>
  <w:style w:type="numbering" w:customStyle="1" w:styleId="WWOutlineListStyle7">
    <w:name w:val="WW_OutlineListStyle_7"/>
    <w:basedOn w:val="Aucuneliste"/>
    <w:pPr>
      <w:numPr>
        <w:numId w:val="5"/>
      </w:numPr>
    </w:pPr>
  </w:style>
  <w:style w:type="numbering" w:customStyle="1" w:styleId="WWOutlineListStyle6">
    <w:name w:val="WW_OutlineListStyle_6"/>
    <w:basedOn w:val="Aucuneliste"/>
    <w:pPr>
      <w:numPr>
        <w:numId w:val="6"/>
      </w:numPr>
    </w:pPr>
  </w:style>
  <w:style w:type="numbering" w:customStyle="1" w:styleId="WWOutlineListStyle5">
    <w:name w:val="WW_OutlineListStyle_5"/>
    <w:basedOn w:val="Aucuneliste"/>
    <w:pPr>
      <w:numPr>
        <w:numId w:val="7"/>
      </w:numPr>
    </w:pPr>
  </w:style>
  <w:style w:type="numbering" w:customStyle="1" w:styleId="WWOutlineListStyle4">
    <w:name w:val="WW_OutlineListStyle_4"/>
    <w:basedOn w:val="Aucuneliste"/>
    <w:pPr>
      <w:numPr>
        <w:numId w:val="8"/>
      </w:numPr>
    </w:pPr>
  </w:style>
  <w:style w:type="numbering" w:customStyle="1" w:styleId="WWOutlineListStyle3">
    <w:name w:val="WW_OutlineListStyle_3"/>
    <w:basedOn w:val="Aucuneliste"/>
    <w:pPr>
      <w:numPr>
        <w:numId w:val="9"/>
      </w:numPr>
    </w:pPr>
  </w:style>
  <w:style w:type="numbering" w:customStyle="1" w:styleId="WWOutlineListStyle2">
    <w:name w:val="WW_OutlineListStyle_2"/>
    <w:basedOn w:val="Aucuneliste"/>
    <w:pPr>
      <w:numPr>
        <w:numId w:val="10"/>
      </w:numPr>
    </w:pPr>
  </w:style>
  <w:style w:type="numbering" w:customStyle="1" w:styleId="WWOutlineListStyle1">
    <w:name w:val="WW_OutlineListStyle_1"/>
    <w:basedOn w:val="Aucuneliste"/>
    <w:pPr>
      <w:numPr>
        <w:numId w:val="11"/>
      </w:numPr>
    </w:pPr>
  </w:style>
  <w:style w:type="numbering" w:customStyle="1" w:styleId="WWOutlineListStyle">
    <w:name w:val="WW_OutlineListStyle"/>
    <w:basedOn w:val="Aucuneliste"/>
    <w:pPr>
      <w:numPr>
        <w:numId w:val="12"/>
      </w:numPr>
    </w:pPr>
  </w:style>
  <w:style w:type="numbering" w:customStyle="1" w:styleId="Outline">
    <w:name w:val="Outline"/>
    <w:basedOn w:val="Aucuneliste"/>
    <w:pPr>
      <w:numPr>
        <w:numId w:val="13"/>
      </w:numPr>
    </w:pPr>
  </w:style>
  <w:style w:type="numbering" w:customStyle="1" w:styleId="Numbering123">
    <w:name w:val="Numbering 123"/>
    <w:basedOn w:val="Aucuneliste"/>
    <w:pPr>
      <w:numPr>
        <w:numId w:val="14"/>
      </w:numPr>
    </w:pPr>
  </w:style>
  <w:style w:type="numbering" w:customStyle="1" w:styleId="NumberingABC">
    <w:name w:val="Numbering ABC"/>
    <w:basedOn w:val="Aucuneliste"/>
    <w:pPr>
      <w:numPr>
        <w:numId w:val="15"/>
      </w:numPr>
    </w:pPr>
  </w:style>
  <w:style w:type="numbering" w:customStyle="1" w:styleId="LFO1">
    <w:name w:val="LFO1"/>
    <w:basedOn w:val="Aucuneliste"/>
    <w:pPr>
      <w:numPr>
        <w:numId w:val="16"/>
      </w:numPr>
    </w:pPr>
  </w:style>
  <w:style w:type="numbering" w:customStyle="1" w:styleId="LFO2">
    <w:name w:val="LFO2"/>
    <w:basedOn w:val="Aucuneliste"/>
    <w:pPr>
      <w:numPr>
        <w:numId w:val="17"/>
      </w:numPr>
    </w:pPr>
  </w:style>
  <w:style w:type="numbering" w:customStyle="1" w:styleId="LFO3">
    <w:name w:val="LFO3"/>
    <w:basedOn w:val="Aucuneliste"/>
    <w:pPr>
      <w:numPr>
        <w:numId w:val="18"/>
      </w:numPr>
    </w:pPr>
  </w:style>
  <w:style w:type="numbering" w:customStyle="1" w:styleId="LFO4">
    <w:name w:val="LFO4"/>
    <w:basedOn w:val="Aucuneliste"/>
    <w:pPr>
      <w:numPr>
        <w:numId w:val="19"/>
      </w:numPr>
    </w:pPr>
  </w:style>
  <w:style w:type="numbering" w:customStyle="1" w:styleId="LFO5">
    <w:name w:val="LFO5"/>
    <w:basedOn w:val="Aucuneliste"/>
    <w:pPr>
      <w:numPr>
        <w:numId w:val="20"/>
      </w:numPr>
    </w:pPr>
  </w:style>
  <w:style w:type="numbering" w:customStyle="1" w:styleId="LFO6">
    <w:name w:val="LFO6"/>
    <w:basedOn w:val="Aucuneliste"/>
    <w:pPr>
      <w:numPr>
        <w:numId w:val="21"/>
      </w:numPr>
    </w:pPr>
  </w:style>
  <w:style w:type="numbering" w:customStyle="1" w:styleId="LFO7">
    <w:name w:val="LFO7"/>
    <w:basedOn w:val="Aucuneliste"/>
    <w:pPr>
      <w:numPr>
        <w:numId w:val="22"/>
      </w:numPr>
    </w:pPr>
  </w:style>
  <w:style w:type="numbering" w:customStyle="1" w:styleId="LFO8">
    <w:name w:val="LFO8"/>
    <w:basedOn w:val="Aucuneliste"/>
    <w:pPr>
      <w:numPr>
        <w:numId w:val="23"/>
      </w:numPr>
    </w:pPr>
  </w:style>
  <w:style w:type="numbering" w:customStyle="1" w:styleId="LFO10">
    <w:name w:val="LFO10"/>
    <w:basedOn w:val="Aucuneliste"/>
    <w:pPr>
      <w:numPr>
        <w:numId w:val="24"/>
      </w:numPr>
    </w:pPr>
  </w:style>
  <w:style w:type="numbering" w:customStyle="1" w:styleId="LFO11">
    <w:name w:val="LFO11"/>
    <w:basedOn w:val="Aucuneliste"/>
    <w:pPr>
      <w:numPr>
        <w:numId w:val="25"/>
      </w:numPr>
    </w:pPr>
  </w:style>
  <w:style w:type="numbering" w:customStyle="1" w:styleId="LFO12">
    <w:name w:val="LFO12"/>
    <w:basedOn w:val="Aucuneliste"/>
    <w:pPr>
      <w:numPr>
        <w:numId w:val="26"/>
      </w:numPr>
    </w:pPr>
  </w:style>
  <w:style w:type="numbering" w:customStyle="1" w:styleId="LFO23">
    <w:name w:val="LFO23"/>
    <w:basedOn w:val="Aucuneliste"/>
    <w:pPr>
      <w:numPr>
        <w:numId w:val="27"/>
      </w:numPr>
    </w:pPr>
  </w:style>
  <w:style w:type="numbering" w:customStyle="1" w:styleId="LFO22">
    <w:name w:val="LFO22"/>
    <w:basedOn w:val="Aucuneliste"/>
    <w:pPr>
      <w:numPr>
        <w:numId w:val="28"/>
      </w:numPr>
    </w:pPr>
  </w:style>
  <w:style w:type="numbering" w:customStyle="1" w:styleId="LFO24">
    <w:name w:val="LFO24"/>
    <w:basedOn w:val="Aucuneliste"/>
    <w:pPr>
      <w:numPr>
        <w:numId w:val="29"/>
      </w:numPr>
    </w:pPr>
  </w:style>
  <w:style w:type="numbering" w:customStyle="1" w:styleId="LFO25">
    <w:name w:val="LFO25"/>
    <w:basedOn w:val="Aucuneliste"/>
    <w:pPr>
      <w:numPr>
        <w:numId w:val="30"/>
      </w:numPr>
    </w:pPr>
  </w:style>
  <w:style w:type="numbering" w:customStyle="1" w:styleId="LFO26">
    <w:name w:val="LFO26"/>
    <w:basedOn w:val="Aucuneliste"/>
    <w:pPr>
      <w:numPr>
        <w:numId w:val="31"/>
      </w:numPr>
    </w:pPr>
  </w:style>
  <w:style w:type="numbering" w:customStyle="1" w:styleId="LFO33">
    <w:name w:val="LFO33"/>
    <w:basedOn w:val="Aucuneliste"/>
    <w:pPr>
      <w:numPr>
        <w:numId w:val="32"/>
      </w:numPr>
    </w:pPr>
  </w:style>
  <w:style w:type="numbering" w:customStyle="1" w:styleId="LFO35">
    <w:name w:val="LFO35"/>
    <w:basedOn w:val="Aucuneliste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1366</Words>
  <Characters>7517</Characters>
  <Application>Microsoft Office Word</Application>
  <DocSecurity>0</DocSecurity>
  <Lines>62</Lines>
  <Paragraphs>17</Paragraphs>
  <ScaleCrop>false</ScaleCrop>
  <Company>APHP</Company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subject/>
  <dc:creator>jet</dc:creator>
  <dc:description/>
  <cp:lastModifiedBy>DANIS-VALENTE Aurore</cp:lastModifiedBy>
  <cp:revision>2</cp:revision>
  <cp:lastPrinted>2025-06-17T09:08:00Z</cp:lastPrinted>
  <dcterms:created xsi:type="dcterms:W3CDTF">2025-06-25T13:44:00Z</dcterms:created>
  <dcterms:modified xsi:type="dcterms:W3CDTF">2025-06-25T13:44:00Z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C:\Users\3054201\AppData\Local\Temp</vt:lpwstr>
  </property>
  <property fmtid="{D5CDD505-2E9C-101B-9397-08002B2CF9AE}" pid="4" name="DernierElement">
    <vt:lpwstr/>
  </property>
  <property fmtid="{D5CDD505-2E9C-101B-9397-08002B2CF9AE}" pid="5" name="ElementContenant">
    <vt:lpwstr>APHP_AE</vt:lpwstr>
  </property>
  <property fmtid="{D5CDD505-2E9C-101B-9397-08002B2CF9AE}" pid="6" name="ElementPrecedent">
    <vt:lpwstr>num_consult</vt:lpwstr>
  </property>
  <property fmtid="{D5CDD505-2E9C-101B-9397-08002B2CF9AE}" pid="7" name="IdentifiantEdition">
    <vt:lpwstr>APHP_AE</vt:lpwstr>
  </property>
  <property fmtid="{D5CDD505-2E9C-101B-9397-08002B2CF9AE}" pid="8" name="NomSegment">
    <vt:lpwstr>simil</vt:lpwstr>
  </property>
  <property fmtid="{D5CDD505-2E9C-101B-9397-08002B2CF9AE}" pid="9" name="NouveauElement">
    <vt:lpwstr>honoraire_PI</vt:lpwstr>
  </property>
  <property fmtid="{D5CDD505-2E9C-101B-9397-08002B2CF9AE}" pid="10" name="ResultatCommande">
    <vt:lpwstr>Ok</vt:lpwstr>
  </property>
</Properties>
</file>